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5" w:after="0" w:line="240" w:lineRule="auto"/>
        <w:ind w:left="822" w:right="807"/>
        <w:jc w:val="center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Careg</w:t>
      </w:r>
      <w:r>
        <w:rPr>
          <w:rFonts w:ascii="Arial" w:hAnsi="Arial" w:cs="Arial" w:eastAsia="Arial"/>
          <w:sz w:val="32"/>
          <w:szCs w:val="32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32"/>
          <w:szCs w:val="3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cati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ra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ker</w:t>
      </w:r>
      <w:r>
        <w:rPr>
          <w:rFonts w:ascii="Arial" w:hAnsi="Arial" w:cs="Arial" w:eastAsia="Arial"/>
          <w:sz w:val="32"/>
          <w:szCs w:val="32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(</w:t>
      </w:r>
      <w:r>
        <w:rPr>
          <w:rFonts w:ascii="Arial" w:hAnsi="Arial" w:cs="Arial" w:eastAsia="Arial"/>
          <w:sz w:val="32"/>
          <w:szCs w:val="32"/>
          <w:spacing w:val="4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32"/>
          <w:szCs w:val="3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</w:rPr>
        <w:t>“</w:t>
      </w:r>
      <w:r>
        <w:rPr>
          <w:rFonts w:ascii="Arial" w:hAnsi="Arial" w:cs="Arial" w:eastAsia="Arial"/>
          <w:sz w:val="32"/>
          <w:szCs w:val="32"/>
          <w:spacing w:val="3"/>
          <w:w w:val="99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</w:rPr>
        <w:t>esc</w:t>
      </w:r>
      <w:r>
        <w:rPr>
          <w:rFonts w:ascii="Arial" w:hAnsi="Arial" w:cs="Arial" w:eastAsia="Arial"/>
          <w:sz w:val="32"/>
          <w:szCs w:val="32"/>
          <w:spacing w:val="2"/>
          <w:w w:val="99"/>
          <w:b/>
          <w:bCs/>
        </w:rPr>
        <w:t>u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</w:rPr>
        <w:t>e”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0" w:after="0" w:line="367" w:lineRule="exact"/>
        <w:ind w:left="2231" w:right="2215"/>
        <w:jc w:val="center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  <w:position w:val="-1"/>
        </w:rPr>
        <w:t>Enha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  <w:position w:val="-1"/>
        </w:rPr>
        <w:t>cem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32"/>
          <w:szCs w:val="32"/>
          <w:spacing w:val="-2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  <w:position w:val="-1"/>
        </w:rPr>
        <w:t>and</w:t>
      </w:r>
      <w:r>
        <w:rPr>
          <w:rFonts w:ascii="Arial" w:hAnsi="Arial" w:cs="Arial" w:eastAsia="Arial"/>
          <w:sz w:val="32"/>
          <w:szCs w:val="32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2"/>
          <w:szCs w:val="32"/>
          <w:spacing w:val="3"/>
          <w:w w:val="99"/>
          <w:b/>
          <w:bCs/>
          <w:position w:val="-1"/>
        </w:rPr>
        <w:t>S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  <w:position w:val="-1"/>
        </w:rPr>
        <w:t>u</w:t>
      </w:r>
      <w:r>
        <w:rPr>
          <w:rFonts w:ascii="Arial" w:hAnsi="Arial" w:cs="Arial" w:eastAsia="Arial"/>
          <w:sz w:val="32"/>
          <w:szCs w:val="32"/>
          <w:spacing w:val="-1"/>
          <w:w w:val="99"/>
          <w:b/>
          <w:bCs/>
          <w:position w:val="-1"/>
        </w:rPr>
        <w:t>p</w:t>
      </w:r>
      <w:r>
        <w:rPr>
          <w:rFonts w:ascii="Arial" w:hAnsi="Arial" w:cs="Arial" w:eastAsia="Arial"/>
          <w:sz w:val="32"/>
          <w:szCs w:val="32"/>
          <w:spacing w:val="2"/>
          <w:w w:val="99"/>
          <w:b/>
          <w:bCs/>
          <w:position w:val="-1"/>
        </w:rPr>
        <w:t>p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  <w:position w:val="-1"/>
        </w:rPr>
        <w:t>ort</w:t>
      </w:r>
      <w:r>
        <w:rPr>
          <w:rFonts w:ascii="Arial" w:hAnsi="Arial" w:cs="Arial" w:eastAsia="Arial"/>
          <w:sz w:val="32"/>
          <w:szCs w:val="32"/>
          <w:spacing w:val="0"/>
          <w:w w:val="100"/>
          <w:position w:val="0"/>
        </w:rPr>
      </w:r>
    </w:p>
    <w:p>
      <w:pPr>
        <w:spacing w:before="2" w:after="0" w:line="240" w:lineRule="auto"/>
        <w:ind w:left="2796" w:right="2771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Co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tra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#</w:t>
      </w:r>
      <w:r>
        <w:rPr>
          <w:rFonts w:ascii="Arial" w:hAnsi="Arial" w:cs="Arial" w:eastAsia="Arial"/>
          <w:sz w:val="24"/>
          <w:szCs w:val="24"/>
          <w:spacing w:val="4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8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11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1000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2923" w:right="2900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Ord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#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1000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04" w:right="482"/>
        <w:jc w:val="center"/>
        <w:rPr>
          <w:rFonts w:ascii="Arial" w:hAnsi="Arial" w:cs="Arial" w:eastAsia="Arial"/>
          <w:sz w:val="36"/>
          <w:szCs w:val="36"/>
        </w:rPr>
      </w:pPr>
      <w:rPr/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  <w:i/>
        </w:rPr>
        <w:t>R</w:t>
      </w:r>
      <w:r>
        <w:rPr>
          <w:rFonts w:ascii="Arial" w:hAnsi="Arial" w:cs="Arial" w:eastAsia="Arial"/>
          <w:sz w:val="36"/>
          <w:szCs w:val="36"/>
          <w:spacing w:val="-2"/>
          <w:w w:val="100"/>
          <w:b/>
          <w:bCs/>
          <w:i/>
        </w:rPr>
        <w:t>e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  <w:i/>
        </w:rPr>
        <w:t>q</w:t>
      </w:r>
      <w:r>
        <w:rPr>
          <w:rFonts w:ascii="Arial" w:hAnsi="Arial" w:cs="Arial" w:eastAsia="Arial"/>
          <w:sz w:val="36"/>
          <w:szCs w:val="36"/>
          <w:spacing w:val="1"/>
          <w:w w:val="100"/>
          <w:b/>
          <w:bCs/>
          <w:i/>
        </w:rPr>
        <w:t>u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  <w:i/>
        </w:rPr>
        <w:t>ir</w:t>
      </w:r>
      <w:r>
        <w:rPr>
          <w:rFonts w:ascii="Arial" w:hAnsi="Arial" w:cs="Arial" w:eastAsia="Arial"/>
          <w:sz w:val="36"/>
          <w:szCs w:val="36"/>
          <w:spacing w:val="-1"/>
          <w:w w:val="100"/>
          <w:b/>
          <w:bCs/>
          <w:i/>
        </w:rPr>
        <w:t>e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  <w:i/>
        </w:rPr>
        <w:t>m</w:t>
      </w:r>
      <w:r>
        <w:rPr>
          <w:rFonts w:ascii="Arial" w:hAnsi="Arial" w:cs="Arial" w:eastAsia="Arial"/>
          <w:sz w:val="36"/>
          <w:szCs w:val="36"/>
          <w:spacing w:val="-2"/>
          <w:w w:val="100"/>
          <w:b/>
          <w:bCs/>
          <w:i/>
        </w:rPr>
        <w:t>e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  <w:i/>
        </w:rPr>
        <w:t>nts</w:t>
      </w:r>
      <w:r>
        <w:rPr>
          <w:rFonts w:ascii="Arial" w:hAnsi="Arial" w:cs="Arial" w:eastAsia="Arial"/>
          <w:sz w:val="36"/>
          <w:szCs w:val="36"/>
          <w:spacing w:val="2"/>
          <w:w w:val="100"/>
          <w:b/>
          <w:bCs/>
          <w:i/>
        </w:rPr>
        <w:t> 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  <w:i/>
        </w:rPr>
        <w:t>S</w:t>
      </w:r>
      <w:r>
        <w:rPr>
          <w:rFonts w:ascii="Arial" w:hAnsi="Arial" w:cs="Arial" w:eastAsia="Arial"/>
          <w:sz w:val="36"/>
          <w:szCs w:val="36"/>
          <w:spacing w:val="1"/>
          <w:w w:val="100"/>
          <w:b/>
          <w:bCs/>
          <w:i/>
        </w:rPr>
        <w:t>p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  <w:i/>
        </w:rPr>
        <w:t>e</w:t>
      </w:r>
      <w:r>
        <w:rPr>
          <w:rFonts w:ascii="Arial" w:hAnsi="Arial" w:cs="Arial" w:eastAsia="Arial"/>
          <w:sz w:val="36"/>
          <w:szCs w:val="36"/>
          <w:spacing w:val="-2"/>
          <w:w w:val="100"/>
          <w:b/>
          <w:bCs/>
          <w:i/>
        </w:rPr>
        <w:t>c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  <w:i/>
        </w:rPr>
        <w:t>if</w:t>
      </w:r>
      <w:r>
        <w:rPr>
          <w:rFonts w:ascii="Arial" w:hAnsi="Arial" w:cs="Arial" w:eastAsia="Arial"/>
          <w:sz w:val="36"/>
          <w:szCs w:val="36"/>
          <w:spacing w:val="1"/>
          <w:w w:val="100"/>
          <w:b/>
          <w:bCs/>
          <w:i/>
        </w:rPr>
        <w:t>i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  <w:i/>
        </w:rPr>
        <w:t>c</w:t>
      </w:r>
      <w:r>
        <w:rPr>
          <w:rFonts w:ascii="Arial" w:hAnsi="Arial" w:cs="Arial" w:eastAsia="Arial"/>
          <w:sz w:val="36"/>
          <w:szCs w:val="36"/>
          <w:spacing w:val="-2"/>
          <w:w w:val="100"/>
          <w:b/>
          <w:bCs/>
          <w:i/>
        </w:rPr>
        <w:t>a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  <w:i/>
        </w:rPr>
        <w:t>ti</w:t>
      </w:r>
      <w:r>
        <w:rPr>
          <w:rFonts w:ascii="Arial" w:hAnsi="Arial" w:cs="Arial" w:eastAsia="Arial"/>
          <w:sz w:val="36"/>
          <w:szCs w:val="36"/>
          <w:spacing w:val="1"/>
          <w:w w:val="100"/>
          <w:b/>
          <w:bCs/>
          <w:i/>
        </w:rPr>
        <w:t>o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  <w:i/>
        </w:rPr>
        <w:t>n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  <w:i/>
        </w:rPr>
        <w:t> </w:t>
      </w:r>
      <w:r>
        <w:rPr>
          <w:rFonts w:ascii="Arial" w:hAnsi="Arial" w:cs="Arial" w:eastAsia="Arial"/>
          <w:sz w:val="36"/>
          <w:szCs w:val="36"/>
          <w:spacing w:val="-1"/>
          <w:w w:val="100"/>
          <w:b/>
          <w:bCs/>
          <w:i/>
        </w:rPr>
        <w:t>D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  <w:i/>
        </w:rPr>
        <w:t>ocum</w:t>
      </w:r>
      <w:r>
        <w:rPr>
          <w:rFonts w:ascii="Arial" w:hAnsi="Arial" w:cs="Arial" w:eastAsia="Arial"/>
          <w:sz w:val="36"/>
          <w:szCs w:val="36"/>
          <w:spacing w:val="-1"/>
          <w:w w:val="100"/>
          <w:b/>
          <w:bCs/>
          <w:i/>
        </w:rPr>
        <w:t>e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  <w:i/>
        </w:rPr>
        <w:t>nt</w:t>
      </w:r>
      <w:r>
        <w:rPr>
          <w:rFonts w:ascii="Arial" w:hAnsi="Arial" w:cs="Arial" w:eastAsia="Arial"/>
          <w:sz w:val="36"/>
          <w:szCs w:val="36"/>
          <w:spacing w:val="5"/>
          <w:w w:val="100"/>
          <w:b/>
          <w:bCs/>
          <w:i/>
        </w:rPr>
        <w:t> 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  <w:i/>
        </w:rPr>
        <w:t>(RS</w:t>
      </w:r>
      <w:r>
        <w:rPr>
          <w:rFonts w:ascii="Arial" w:hAnsi="Arial" w:cs="Arial" w:eastAsia="Arial"/>
          <w:sz w:val="36"/>
          <w:szCs w:val="36"/>
          <w:spacing w:val="-1"/>
          <w:w w:val="100"/>
          <w:b/>
          <w:bCs/>
          <w:i/>
        </w:rPr>
        <w:t>D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  <w:i/>
        </w:rPr>
        <w:t>)</w:t>
      </w:r>
      <w:r>
        <w:rPr>
          <w:rFonts w:ascii="Arial" w:hAnsi="Arial" w:cs="Arial" w:eastAsia="Arial"/>
          <w:sz w:val="36"/>
          <w:szCs w:val="36"/>
          <w:spacing w:val="0"/>
          <w:w w:val="100"/>
        </w:rPr>
      </w:r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9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42.264397pt;height:142.215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378" w:right="3361"/>
        <w:jc w:val="center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epared</w:t>
      </w:r>
      <w:r>
        <w:rPr>
          <w:rFonts w:ascii="Arial" w:hAnsi="Arial" w:cs="Arial" w:eastAsia="Arial"/>
          <w:sz w:val="32"/>
          <w:szCs w:val="32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4"/>
          <w:w w:val="99"/>
          <w:b/>
          <w:bCs/>
        </w:rPr>
        <w:t>b</w:t>
      </w:r>
      <w:r>
        <w:rPr>
          <w:rFonts w:ascii="Arial" w:hAnsi="Arial" w:cs="Arial" w:eastAsia="Arial"/>
          <w:sz w:val="32"/>
          <w:szCs w:val="32"/>
          <w:spacing w:val="-5"/>
          <w:w w:val="99"/>
          <w:b/>
          <w:bCs/>
        </w:rPr>
        <w:t>y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</w:rPr>
        <w:t>: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473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92.279519pt;height:62.28pt;mso-position-horizontal-relative:char;mso-position-vertical-relative:line" type="#_x0000_t75">
            <v:imagedata r:id="rId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959" w:right="2939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i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i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9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Nor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  <w:i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he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i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Co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  <w:i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i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  <w:i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i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3228" w:right="3208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i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  <w:i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i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us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i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,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NY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i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  <w:i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i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i/>
        </w:rPr>
        <w:t>2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  <w:i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862" w:right="2843"/>
        <w:jc w:val="center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Sept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32"/>
          <w:szCs w:val="32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1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0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32"/>
          <w:szCs w:val="3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2"/>
          <w:w w:val="99"/>
          <w:b/>
          <w:bCs/>
        </w:rPr>
        <w:t>2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</w:rPr>
        <w:t>015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0" w:after="0" w:line="240" w:lineRule="auto"/>
        <w:ind w:left="3503" w:right="3483"/>
        <w:jc w:val="center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Ve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sion</w:t>
      </w:r>
      <w:r>
        <w:rPr>
          <w:rFonts w:ascii="Arial" w:hAnsi="Arial" w:cs="Arial" w:eastAsia="Arial"/>
          <w:sz w:val="32"/>
          <w:szCs w:val="32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</w:rPr>
        <w:t>1</w:t>
      </w:r>
      <w:r>
        <w:rPr>
          <w:rFonts w:ascii="Arial" w:hAnsi="Arial" w:cs="Arial" w:eastAsia="Arial"/>
          <w:sz w:val="32"/>
          <w:szCs w:val="32"/>
          <w:spacing w:val="2"/>
          <w:w w:val="99"/>
          <w:b/>
          <w:bCs/>
        </w:rPr>
        <w:t>.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</w:rPr>
        <w:t>4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jc w:val="center"/>
        <w:spacing w:after="0"/>
        <w:sectPr>
          <w:type w:val="continuous"/>
          <w:pgSz w:w="12240" w:h="15840"/>
          <w:pgMar w:top="1380" w:bottom="280" w:left="1720" w:right="1720"/>
        </w:sectPr>
      </w:pPr>
      <w:rPr/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auto"/>
        <w:ind w:left="3728" w:right="3710"/>
        <w:jc w:val="center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4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32"/>
          <w:szCs w:val="32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4"/>
          <w:w w:val="99"/>
          <w:b/>
          <w:bCs/>
        </w:rPr>
        <w:t>B</w:t>
      </w:r>
      <w:r>
        <w:rPr>
          <w:rFonts w:ascii="Arial" w:hAnsi="Arial" w:cs="Arial" w:eastAsia="Arial"/>
          <w:sz w:val="32"/>
          <w:szCs w:val="32"/>
          <w:spacing w:val="-5"/>
          <w:w w:val="99"/>
          <w:b/>
          <w:bCs/>
        </w:rPr>
        <w:t>y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</w:rPr>
        <w:t>: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89" w:lineRule="exact"/>
        <w:ind w:left="104" w:right="82"/>
        <w:jc w:val="center"/>
        <w:tabs>
          <w:tab w:pos="3700" w:val="left"/>
          <w:tab w:pos="6580" w:val="left"/>
          <w:tab w:pos="9460" w:val="left"/>
        </w:tabs>
        <w:rPr>
          <w:rFonts w:ascii="Lucida Handwriting" w:hAnsi="Lucida Handwriting" w:cs="Lucida Handwriting" w:eastAsia="Lucida Handwriting"/>
          <w:sz w:val="22"/>
          <w:szCs w:val="22"/>
        </w:rPr>
      </w:pPr>
      <w:rPr/>
      <w:r>
        <w:rPr>
          <w:rFonts w:ascii="Lucida Handwriting" w:hAnsi="Lucida Handwriting" w:cs="Lucida Handwriting" w:eastAsia="Lucida Handwriting"/>
          <w:sz w:val="22"/>
          <w:szCs w:val="22"/>
        </w:rPr>
      </w:r>
      <w:r>
        <w:rPr>
          <w:rFonts w:ascii="Lucida Handwriting" w:hAnsi="Lucida Handwriting" w:cs="Lucida Handwriting" w:eastAsia="Lucida Handwriting"/>
          <w:sz w:val="22"/>
          <w:szCs w:val="22"/>
          <w:u w:val="single" w:color="000000"/>
        </w:rPr>
        <w:t>Ma</w:t>
      </w:r>
      <w:r>
        <w:rPr>
          <w:rFonts w:ascii="Lucida Handwriting" w:hAnsi="Lucida Handwriting" w:cs="Lucida Handwriting" w:eastAsia="Lucida Handwriting"/>
          <w:sz w:val="22"/>
          <w:szCs w:val="22"/>
          <w:spacing w:val="-1"/>
          <w:u w:val="single" w:color="000000"/>
        </w:rPr>
        <w:t>t</w:t>
      </w:r>
      <w:r>
        <w:rPr>
          <w:rFonts w:ascii="Lucida Handwriting" w:hAnsi="Lucida Handwriting" w:cs="Lucida Handwriting" w:eastAsia="Lucida Handwriting"/>
          <w:sz w:val="22"/>
          <w:szCs w:val="22"/>
          <w:spacing w:val="-1"/>
          <w:u w:val="single" w:color="000000"/>
        </w:rPr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  <w:t>t</w:t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</w:r>
      <w:r>
        <w:rPr>
          <w:rFonts w:ascii="Lucida Handwriting" w:hAnsi="Lucida Handwriting" w:cs="Lucida Handwriting" w:eastAsia="Lucida Handwriting"/>
          <w:sz w:val="22"/>
          <w:szCs w:val="22"/>
          <w:spacing w:val="-1"/>
          <w:u w:val="single" w:color="000000"/>
        </w:rPr>
        <w:t> </w:t>
      </w:r>
      <w:r>
        <w:rPr>
          <w:rFonts w:ascii="Lucida Handwriting" w:hAnsi="Lucida Handwriting" w:cs="Lucida Handwriting" w:eastAsia="Lucida Handwriting"/>
          <w:sz w:val="22"/>
          <w:szCs w:val="22"/>
          <w:spacing w:val="-1"/>
          <w:u w:val="single" w:color="000000"/>
        </w:rPr>
      </w:r>
      <w:r>
        <w:rPr>
          <w:rFonts w:ascii="Lucida Handwriting" w:hAnsi="Lucida Handwriting" w:cs="Lucida Handwriting" w:eastAsia="Lucida Handwriting"/>
          <w:sz w:val="22"/>
          <w:szCs w:val="22"/>
          <w:spacing w:val="1"/>
          <w:u w:val="single" w:color="000000"/>
        </w:rPr>
        <w:t>S</w:t>
      </w:r>
      <w:r>
        <w:rPr>
          <w:rFonts w:ascii="Lucida Handwriting" w:hAnsi="Lucida Handwriting" w:cs="Lucida Handwriting" w:eastAsia="Lucida Handwriting"/>
          <w:sz w:val="22"/>
          <w:szCs w:val="22"/>
          <w:spacing w:val="1"/>
          <w:u w:val="single" w:color="000000"/>
        </w:rPr>
      </w:r>
      <w:r>
        <w:rPr>
          <w:rFonts w:ascii="Lucida Handwriting" w:hAnsi="Lucida Handwriting" w:cs="Lucida Handwriting" w:eastAsia="Lucida Handwriting"/>
          <w:sz w:val="22"/>
          <w:szCs w:val="22"/>
          <w:spacing w:val="-2"/>
          <w:u w:val="single" w:color="000000"/>
        </w:rPr>
        <w:t>m</w:t>
      </w:r>
      <w:r>
        <w:rPr>
          <w:rFonts w:ascii="Lucida Handwriting" w:hAnsi="Lucida Handwriting" w:cs="Lucida Handwriting" w:eastAsia="Lucida Handwriting"/>
          <w:sz w:val="22"/>
          <w:szCs w:val="22"/>
          <w:spacing w:val="-2"/>
          <w:u w:val="single" w:color="000000"/>
        </w:rPr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  <w:t>ith</w:t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  <w:t> </w:t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  <w:tab/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</w:rPr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</w:rPr>
        <w:tab/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</w:rPr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  <w:t>10</w:t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  <w:t> </w:t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</w:r>
      <w:r>
        <w:rPr>
          <w:rFonts w:ascii="Lucida Handwriting" w:hAnsi="Lucida Handwriting" w:cs="Lucida Handwriting" w:eastAsia="Lucida Handwriting"/>
          <w:sz w:val="22"/>
          <w:szCs w:val="22"/>
          <w:spacing w:val="1"/>
          <w:u w:val="single" w:color="000000"/>
        </w:rPr>
        <w:t>S</w:t>
      </w:r>
      <w:r>
        <w:rPr>
          <w:rFonts w:ascii="Lucida Handwriting" w:hAnsi="Lucida Handwriting" w:cs="Lucida Handwriting" w:eastAsia="Lucida Handwriting"/>
          <w:sz w:val="22"/>
          <w:szCs w:val="22"/>
          <w:spacing w:val="1"/>
          <w:u w:val="single" w:color="000000"/>
        </w:rPr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  <w:t>ep</w:t>
      </w:r>
      <w:r>
        <w:rPr>
          <w:rFonts w:ascii="Lucida Handwriting" w:hAnsi="Lucida Handwriting" w:cs="Lucida Handwriting" w:eastAsia="Lucida Handwriting"/>
          <w:sz w:val="22"/>
          <w:szCs w:val="22"/>
          <w:spacing w:val="-1"/>
          <w:u w:val="single" w:color="000000"/>
        </w:rPr>
        <w:t>t</w:t>
      </w:r>
      <w:r>
        <w:rPr>
          <w:rFonts w:ascii="Lucida Handwriting" w:hAnsi="Lucida Handwriting" w:cs="Lucida Handwriting" w:eastAsia="Lucida Handwriting"/>
          <w:sz w:val="22"/>
          <w:szCs w:val="22"/>
          <w:spacing w:val="-1"/>
          <w:u w:val="single" w:color="000000"/>
        </w:rPr>
      </w:r>
      <w:r>
        <w:rPr>
          <w:rFonts w:ascii="Lucida Handwriting" w:hAnsi="Lucida Handwriting" w:cs="Lucida Handwriting" w:eastAsia="Lucida Handwriting"/>
          <w:sz w:val="22"/>
          <w:szCs w:val="22"/>
          <w:spacing w:val="-2"/>
          <w:u w:val="single" w:color="000000"/>
        </w:rPr>
        <w:t>e</w:t>
      </w:r>
      <w:r>
        <w:rPr>
          <w:rFonts w:ascii="Lucida Handwriting" w:hAnsi="Lucida Handwriting" w:cs="Lucida Handwriting" w:eastAsia="Lucida Handwriting"/>
          <w:sz w:val="22"/>
          <w:szCs w:val="22"/>
          <w:spacing w:val="-2"/>
          <w:u w:val="single" w:color="000000"/>
        </w:rPr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  <w:t>m</w:t>
      </w:r>
      <w:r>
        <w:rPr>
          <w:rFonts w:ascii="Lucida Handwriting" w:hAnsi="Lucida Handwriting" w:cs="Lucida Handwriting" w:eastAsia="Lucida Handwriting"/>
          <w:sz w:val="22"/>
          <w:szCs w:val="22"/>
          <w:spacing w:val="-1"/>
          <w:u w:val="single" w:color="000000"/>
        </w:rPr>
        <w:t>b</w:t>
      </w:r>
      <w:r>
        <w:rPr>
          <w:rFonts w:ascii="Lucida Handwriting" w:hAnsi="Lucida Handwriting" w:cs="Lucida Handwriting" w:eastAsia="Lucida Handwriting"/>
          <w:sz w:val="22"/>
          <w:szCs w:val="22"/>
          <w:spacing w:val="-1"/>
          <w:u w:val="single" w:color="000000"/>
        </w:rPr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  <w:t>er</w:t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  <w:t> </w:t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  <w:t>2015</w:t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  <w:t> </w:t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  <w:tab/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  <w:u w:val="single" w:color="000000"/>
        </w:rPr>
      </w:r>
      <w:r>
        <w:rPr>
          <w:rFonts w:ascii="Lucida Handwriting" w:hAnsi="Lucida Handwriting" w:cs="Lucida Handwriting" w:eastAsia="Lucida Handwriting"/>
          <w:sz w:val="22"/>
          <w:szCs w:val="22"/>
          <w:spacing w:val="0"/>
        </w:rPr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34" w:after="0" w:line="240" w:lineRule="auto"/>
        <w:ind w:left="140" w:right="-20"/>
        <w:jc w:val="left"/>
        <w:tabs>
          <w:tab w:pos="662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Date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742" w:footer="706" w:top="980" w:bottom="900" w:left="1300" w:right="1300"/>
          <w:headerReference w:type="default" r:id="rId7"/>
          <w:footerReference w:type="default" r:id="rId8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18" w:after="0" w:line="240" w:lineRule="auto"/>
        <w:ind w:left="3595" w:right="3595"/>
        <w:jc w:val="center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isi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</w:rPr>
        <w:t>Hi</w:t>
      </w:r>
      <w:r>
        <w:rPr>
          <w:rFonts w:ascii="Arial" w:hAnsi="Arial" w:cs="Arial" w:eastAsia="Arial"/>
          <w:sz w:val="32"/>
          <w:szCs w:val="32"/>
          <w:spacing w:val="2"/>
          <w:w w:val="99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-1"/>
          <w:w w:val="99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3"/>
          <w:w w:val="99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</w:rPr>
        <w:t>y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4.680004" w:type="dxa"/>
      </w:tblPr>
      <w:tblGrid/>
      <w:tr>
        <w:trPr>
          <w:trHeight w:val="322" w:hRule="exact"/>
        </w:trPr>
        <w:tc>
          <w:tcPr>
            <w:tcW w:w="13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34" w:after="0" w:line="240" w:lineRule="auto"/>
              <w:ind w:left="432" w:right="41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Date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34" w:after="0" w:line="240" w:lineRule="auto"/>
              <w:ind w:left="30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404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34" w:after="0" w:line="240" w:lineRule="auto"/>
              <w:ind w:left="1430" w:right="141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Des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81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BEBEBE"/>
          </w:tcPr>
          <w:p>
            <w:pPr>
              <w:spacing w:before="34" w:after="0" w:line="240" w:lineRule="auto"/>
              <w:ind w:left="1037" w:right="10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hor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8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404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816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7" w:after="0" w:line="240" w:lineRule="auto"/>
              <w:ind w:left="1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e,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Inc.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138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404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7" w:after="0" w:line="239" w:lineRule="auto"/>
              <w:ind w:left="109" w:right="18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RC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_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_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27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_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81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7" w:after="0" w:line="240" w:lineRule="auto"/>
              <w:ind w:left="1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e,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Inc.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138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1/2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404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7" w:after="0" w:line="239" w:lineRule="auto"/>
              <w:ind w:left="109" w:right="19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ern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prepar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81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7" w:after="0" w:line="240" w:lineRule="auto"/>
              <w:ind w:left="1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e,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Inc.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1" w:hRule="exact"/>
        </w:trPr>
        <w:tc>
          <w:tcPr>
            <w:tcW w:w="138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08/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404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7" w:after="0" w:line="239" w:lineRule="auto"/>
              <w:ind w:left="109" w:right="39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Incorpora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81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7" w:after="0" w:line="240" w:lineRule="auto"/>
              <w:ind w:left="1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e,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Inc.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38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09/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0/2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404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9" w:right="46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Incorpora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81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7" w:after="0" w:line="240" w:lineRule="auto"/>
              <w:ind w:left="1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e,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Inc.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NumType w:start="3"/>
          <w:pgMar w:footer="706" w:header="742" w:top="980" w:bottom="900" w:left="1220" w:right="1200"/>
          <w:footerReference w:type="default" r:id="rId9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18" w:after="0" w:line="361" w:lineRule="exact"/>
        <w:ind w:left="3435" w:right="3439"/>
        <w:jc w:val="center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-25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  <w:position w:val="-1"/>
        </w:rPr>
        <w:t>able</w:t>
      </w:r>
      <w:r>
        <w:rPr>
          <w:rFonts w:ascii="Arial" w:hAnsi="Arial" w:cs="Arial" w:eastAsia="Arial"/>
          <w:sz w:val="32"/>
          <w:szCs w:val="3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  <w:position w:val="-1"/>
        </w:rPr>
        <w:t>of</w:t>
      </w:r>
      <w:r>
        <w:rPr>
          <w:rFonts w:ascii="Arial" w:hAnsi="Arial" w:cs="Arial" w:eastAsia="Arial"/>
          <w:sz w:val="32"/>
          <w:szCs w:val="32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  <w:position w:val="-1"/>
        </w:rPr>
        <w:t>C</w:t>
      </w:r>
      <w:r>
        <w:rPr>
          <w:rFonts w:ascii="Arial" w:hAnsi="Arial" w:cs="Arial" w:eastAsia="Arial"/>
          <w:sz w:val="32"/>
          <w:szCs w:val="32"/>
          <w:spacing w:val="1"/>
          <w:w w:val="99"/>
          <w:b/>
          <w:bCs/>
          <w:position w:val="-1"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  <w:position w:val="-1"/>
        </w:rPr>
        <w:t>n</w:t>
      </w:r>
      <w:r>
        <w:rPr>
          <w:rFonts w:ascii="Arial" w:hAnsi="Arial" w:cs="Arial" w:eastAsia="Arial"/>
          <w:sz w:val="32"/>
          <w:szCs w:val="32"/>
          <w:spacing w:val="-1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32"/>
          <w:szCs w:val="32"/>
          <w:spacing w:val="2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32"/>
          <w:szCs w:val="32"/>
          <w:spacing w:val="2"/>
          <w:w w:val="99"/>
          <w:b/>
          <w:bCs/>
          <w:position w:val="-1"/>
        </w:rPr>
        <w:t>n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  <w:position w:val="-1"/>
        </w:rPr>
        <w:t>ts</w:t>
      </w:r>
      <w:r>
        <w:rPr>
          <w:rFonts w:ascii="Arial" w:hAnsi="Arial" w:cs="Arial" w:eastAsia="Arial"/>
          <w:sz w:val="32"/>
          <w:szCs w:val="32"/>
          <w:spacing w:val="0"/>
          <w:w w:val="100"/>
          <w:position w:val="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0.480003" w:type="dxa"/>
      </w:tblPr>
      <w:tblGrid/>
      <w:tr>
        <w:trPr>
          <w:trHeight w:val="755" w:hRule="exact"/>
        </w:trPr>
        <w:tc>
          <w:tcPr>
            <w:tcW w:w="3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40" w:right="-2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Pr/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</w:rPr>
              <w:t>1</w:t>
            </w:r>
          </w:p>
        </w:tc>
        <w:tc>
          <w:tcPr>
            <w:tcW w:w="5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196" w:right="-5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Pr/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</w:rPr>
              <w:t>nt</w:t>
            </w:r>
          </w:p>
          <w:p>
            <w:pPr>
              <w:spacing w:before="58" w:after="0" w:line="240" w:lineRule="auto"/>
              <w:ind w:left="196" w:right="-66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.1</w:t>
            </w:r>
          </w:p>
        </w:tc>
        <w:tc>
          <w:tcPr>
            <w:tcW w:w="85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5" w:after="0" w:line="240" w:lineRule="auto"/>
              <w:ind w:left="-31" w:right="-42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Pr/>
            <w:r>
              <w:rPr>
                <w:rFonts w:ascii="Arial" w:hAnsi="Arial" w:cs="Arial" w:eastAsia="Arial"/>
                <w:sz w:val="28"/>
                <w:szCs w:val="28"/>
                <w:spacing w:val="-2"/>
              </w:rPr>
              <w:t>r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</w:rPr>
              <w:t>odu</w:t>
            </w:r>
            <w:r>
              <w:rPr>
                <w:rFonts w:ascii="Arial" w:hAnsi="Arial" w:cs="Arial" w:eastAsia="Arial"/>
                <w:sz w:val="28"/>
                <w:szCs w:val="28"/>
                <w:spacing w:val="-2"/>
              </w:rPr>
              <w:t>c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</w:rPr>
              <w:t>t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</w:rPr>
              <w:t>ion</w:t>
            </w:r>
            <w:r>
              <w:rPr>
                <w:rFonts w:ascii="Arial" w:hAnsi="Arial" w:cs="Arial" w:eastAsia="Arial"/>
                <w:sz w:val="28"/>
                <w:szCs w:val="28"/>
                <w:spacing w:val="-46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</w:rPr>
              <w:t>...............................</w:t>
            </w:r>
            <w:r>
              <w:rPr>
                <w:rFonts w:ascii="Arial" w:hAnsi="Arial" w:cs="Arial" w:eastAsia="Arial"/>
                <w:sz w:val="28"/>
                <w:szCs w:val="28"/>
                <w:spacing w:val="2"/>
              </w:rPr>
              <w:t>.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</w:rPr>
              <w:t>...............................</w:t>
            </w:r>
            <w:r>
              <w:rPr>
                <w:rFonts w:ascii="Arial" w:hAnsi="Arial" w:cs="Arial" w:eastAsia="Arial"/>
                <w:sz w:val="28"/>
                <w:szCs w:val="28"/>
                <w:spacing w:val="2"/>
              </w:rPr>
              <w:t>.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</w:rPr>
              <w:t>.........................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</w:rPr>
              <w:t>.</w:t>
            </w:r>
            <w:r>
              <w:rPr>
                <w:rFonts w:ascii="Arial" w:hAnsi="Arial" w:cs="Arial" w:eastAsia="Arial"/>
                <w:sz w:val="28"/>
                <w:szCs w:val="28"/>
                <w:spacing w:val="-45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</w:rPr>
              <w:t>1</w:t>
            </w:r>
          </w:p>
          <w:p>
            <w:pPr>
              <w:spacing w:before="58" w:after="0" w:line="240" w:lineRule="auto"/>
              <w:ind w:left="231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</w:rPr>
              <w:t>u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</w:rPr>
              <w:t>rp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-29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...............................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.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...............................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.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...............................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.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</w:t>
            </w:r>
            <w:r>
              <w:rPr>
                <w:rFonts w:ascii="Arial" w:hAnsi="Arial" w:cs="Arial" w:eastAsia="Arial"/>
                <w:sz w:val="24"/>
                <w:szCs w:val="24"/>
                <w:spacing w:val="-18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349" w:hRule="exact"/>
        </w:trPr>
        <w:tc>
          <w:tcPr>
            <w:tcW w:w="3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40" w:lineRule="auto"/>
              <w:ind w:left="196" w:right="-66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.2</w:t>
            </w:r>
          </w:p>
        </w:tc>
        <w:tc>
          <w:tcPr>
            <w:tcW w:w="85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40" w:lineRule="auto"/>
              <w:ind w:left="231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Sc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-19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...............................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.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...............................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.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...............................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.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.............</w:t>
            </w:r>
            <w:r>
              <w:rPr>
                <w:rFonts w:ascii="Arial" w:hAnsi="Arial" w:cs="Arial" w:eastAsia="Arial"/>
                <w:sz w:val="24"/>
                <w:szCs w:val="24"/>
                <w:spacing w:val="-18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400" w:hRule="exact"/>
        </w:trPr>
        <w:tc>
          <w:tcPr>
            <w:tcW w:w="3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40" w:right="-2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Pr/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</w:rPr>
              <w:t>2</w:t>
            </w:r>
          </w:p>
        </w:tc>
        <w:tc>
          <w:tcPr>
            <w:tcW w:w="5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96" w:right="-96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Pr/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</w:rPr>
              <w:t>Ov</w:t>
            </w:r>
          </w:p>
        </w:tc>
        <w:tc>
          <w:tcPr>
            <w:tcW w:w="85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6" w:after="0" w:line="240" w:lineRule="auto"/>
              <w:ind w:left="10" w:right="-42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Pr/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</w:rPr>
              <w:t>erall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8"/>
                <w:szCs w:val="28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</w:rPr>
              <w:t>...............................</w:t>
            </w:r>
            <w:r>
              <w:rPr>
                <w:rFonts w:ascii="Arial" w:hAnsi="Arial" w:cs="Arial" w:eastAsia="Arial"/>
                <w:sz w:val="28"/>
                <w:szCs w:val="28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</w:rPr>
              <w:t>...............................</w:t>
            </w:r>
            <w:r>
              <w:rPr>
                <w:rFonts w:ascii="Arial" w:hAnsi="Arial" w:cs="Arial" w:eastAsia="Arial"/>
                <w:sz w:val="28"/>
                <w:szCs w:val="28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</w:rPr>
              <w:t>..............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8"/>
                <w:szCs w:val="28"/>
                <w:spacing w:val="-46"/>
                <w:w w:val="100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</w:rPr>
              <w:t>3</w:t>
            </w:r>
          </w:p>
        </w:tc>
      </w:tr>
      <w:tr>
        <w:trPr>
          <w:trHeight w:val="326" w:hRule="exact"/>
        </w:trPr>
        <w:tc>
          <w:tcPr>
            <w:tcW w:w="3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7" w:after="0" w:line="240" w:lineRule="auto"/>
              <w:ind w:left="196" w:right="-66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.1</w:t>
            </w:r>
          </w:p>
        </w:tc>
        <w:tc>
          <w:tcPr>
            <w:tcW w:w="85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7" w:after="0" w:line="240" w:lineRule="auto"/>
              <w:ind w:left="231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Acc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ssibil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ty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3"/>
                <w:w w:val="100"/>
              </w:rPr>
              <w:t>f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ica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io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spacing w:val="-40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...............................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.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...............................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.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.............</w:t>
            </w:r>
            <w:r>
              <w:rPr>
                <w:rFonts w:ascii="Arial" w:hAnsi="Arial" w:cs="Arial" w:eastAsia="Arial"/>
                <w:sz w:val="24"/>
                <w:szCs w:val="24"/>
                <w:spacing w:val="-18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3</w:t>
            </w:r>
          </w:p>
        </w:tc>
      </w:tr>
      <w:tr>
        <w:trPr>
          <w:trHeight w:val="316" w:hRule="exact"/>
        </w:trPr>
        <w:tc>
          <w:tcPr>
            <w:tcW w:w="3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40" w:lineRule="auto"/>
              <w:ind w:left="196" w:right="-66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.2</w:t>
            </w:r>
          </w:p>
        </w:tc>
        <w:tc>
          <w:tcPr>
            <w:tcW w:w="85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40" w:lineRule="auto"/>
              <w:ind w:left="231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sin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les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3"/>
                <w:w w:val="100"/>
              </w:rPr>
              <w:t>f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...............................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.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...............................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.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</w:t>
            </w:r>
            <w:r>
              <w:rPr>
                <w:rFonts w:ascii="Arial" w:hAnsi="Arial" w:cs="Arial" w:eastAsia="Arial"/>
                <w:sz w:val="24"/>
                <w:szCs w:val="24"/>
                <w:spacing w:val="-18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3</w:t>
            </w:r>
          </w:p>
        </w:tc>
      </w:tr>
      <w:tr>
        <w:trPr>
          <w:trHeight w:val="316" w:hRule="exact"/>
        </w:trPr>
        <w:tc>
          <w:tcPr>
            <w:tcW w:w="3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" w:after="0" w:line="240" w:lineRule="auto"/>
              <w:ind w:left="196" w:right="-66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.3</w:t>
            </w:r>
          </w:p>
        </w:tc>
        <w:tc>
          <w:tcPr>
            <w:tcW w:w="85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" w:after="0" w:line="240" w:lineRule="auto"/>
              <w:ind w:left="231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Desi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strai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ci</w:t>
            </w:r>
            <w:r>
              <w:rPr>
                <w:rFonts w:ascii="Arial" w:hAnsi="Arial" w:cs="Arial" w:eastAsia="Arial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  <w:w w:val="100"/>
              </w:rPr>
              <w:t>c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-37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...............................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.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...............................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.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</w:t>
            </w:r>
            <w:r>
              <w:rPr>
                <w:rFonts w:ascii="Arial" w:hAnsi="Arial" w:cs="Arial" w:eastAsia="Arial"/>
                <w:sz w:val="24"/>
                <w:szCs w:val="24"/>
                <w:spacing w:val="-18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4</w:t>
            </w:r>
          </w:p>
        </w:tc>
      </w:tr>
      <w:tr>
        <w:trPr>
          <w:trHeight w:val="317" w:hRule="exact"/>
        </w:trPr>
        <w:tc>
          <w:tcPr>
            <w:tcW w:w="3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40" w:lineRule="auto"/>
              <w:ind w:left="196" w:right="-66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.4</w:t>
            </w:r>
          </w:p>
        </w:tc>
        <w:tc>
          <w:tcPr>
            <w:tcW w:w="85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40" w:lineRule="auto"/>
              <w:ind w:left="231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Rec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ry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ci</w:t>
            </w:r>
            <w:r>
              <w:rPr>
                <w:rFonts w:ascii="Arial" w:hAnsi="Arial" w:cs="Arial" w:eastAsia="Arial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ica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-36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...............................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.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...............................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.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</w:t>
            </w:r>
            <w:r>
              <w:rPr>
                <w:rFonts w:ascii="Arial" w:hAnsi="Arial" w:cs="Arial" w:eastAsia="Arial"/>
                <w:sz w:val="24"/>
                <w:szCs w:val="24"/>
                <w:spacing w:val="-18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4</w:t>
            </w:r>
          </w:p>
        </w:tc>
      </w:tr>
      <w:tr>
        <w:trPr>
          <w:trHeight w:val="316" w:hRule="exact"/>
        </w:trPr>
        <w:tc>
          <w:tcPr>
            <w:tcW w:w="3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196" w:right="-66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.5</w:t>
            </w:r>
          </w:p>
        </w:tc>
        <w:tc>
          <w:tcPr>
            <w:tcW w:w="85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240" w:lineRule="auto"/>
              <w:ind w:left="231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Doc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3"/>
                <w:w w:val="100"/>
              </w:rPr>
              <w:t>f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ica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io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...............................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.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...............................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.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</w:t>
            </w:r>
            <w:r>
              <w:rPr>
                <w:rFonts w:ascii="Arial" w:hAnsi="Arial" w:cs="Arial" w:eastAsia="Arial"/>
                <w:sz w:val="24"/>
                <w:szCs w:val="24"/>
                <w:spacing w:val="-18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4</w:t>
            </w:r>
          </w:p>
        </w:tc>
      </w:tr>
      <w:tr>
        <w:trPr>
          <w:trHeight w:val="351" w:hRule="exact"/>
        </w:trPr>
        <w:tc>
          <w:tcPr>
            <w:tcW w:w="3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" w:after="0" w:line="240" w:lineRule="auto"/>
              <w:ind w:left="196" w:right="-66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.6</w:t>
            </w:r>
          </w:p>
        </w:tc>
        <w:tc>
          <w:tcPr>
            <w:tcW w:w="85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" w:after="0" w:line="240" w:lineRule="auto"/>
              <w:ind w:left="231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Fu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cti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3"/>
                <w:w w:val="100"/>
              </w:rPr>
              <w:t>f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ica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spacing w:val="-43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...............................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.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...............................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.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................</w:t>
            </w:r>
            <w:r>
              <w:rPr>
                <w:rFonts w:ascii="Arial" w:hAnsi="Arial" w:cs="Arial" w:eastAsia="Arial"/>
                <w:sz w:val="24"/>
                <w:szCs w:val="24"/>
                <w:spacing w:val="-18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4</w:t>
            </w:r>
          </w:p>
        </w:tc>
      </w:tr>
    </w:tbl>
    <w:p>
      <w:pPr>
        <w:spacing w:before="0" w:after="0" w:line="204" w:lineRule="exact"/>
        <w:ind w:left="825" w:right="103"/>
        <w:jc w:val="center"/>
        <w:tabs>
          <w:tab w:pos="154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2.6.1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99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99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99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ts</w:t>
      </w:r>
      <w:r>
        <w:rPr>
          <w:rFonts w:ascii="Arial" w:hAnsi="Arial" w:cs="Arial" w:eastAsia="Arial"/>
          <w:sz w:val="20"/>
          <w:szCs w:val="20"/>
          <w:spacing w:val="-2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....................................................................................................</w:t>
      </w:r>
      <w:r>
        <w:rPr>
          <w:rFonts w:ascii="Arial" w:hAnsi="Arial" w:cs="Arial" w:eastAsia="Arial"/>
          <w:sz w:val="20"/>
          <w:szCs w:val="20"/>
          <w:spacing w:val="-19"/>
          <w:w w:val="99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7" w:after="0" w:line="240" w:lineRule="auto"/>
        <w:ind w:left="650" w:right="98"/>
        <w:jc w:val="center"/>
        <w:tabs>
          <w:tab w:pos="122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.7</w:t>
        <w:tab/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rts</w:t>
      </w:r>
      <w:r>
        <w:rPr>
          <w:rFonts w:ascii="Arial" w:hAnsi="Arial" w:cs="Arial" w:eastAsia="Arial"/>
          <w:sz w:val="24"/>
          <w:szCs w:val="24"/>
          <w:spacing w:val="-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</w:t>
      </w:r>
      <w:r>
        <w:rPr>
          <w:rFonts w:ascii="Arial" w:hAnsi="Arial" w:cs="Arial" w:eastAsia="Arial"/>
          <w:sz w:val="24"/>
          <w:szCs w:val="24"/>
          <w:spacing w:val="-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41" w:after="0" w:line="240" w:lineRule="auto"/>
        <w:ind w:left="650" w:right="98"/>
        <w:jc w:val="center"/>
        <w:tabs>
          <w:tab w:pos="122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.8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(GUI)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</w:t>
      </w:r>
      <w:r>
        <w:rPr>
          <w:rFonts w:ascii="Arial" w:hAnsi="Arial" w:cs="Arial" w:eastAsia="Arial"/>
          <w:sz w:val="24"/>
          <w:szCs w:val="24"/>
          <w:spacing w:val="-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17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41" w:after="0" w:line="240" w:lineRule="auto"/>
        <w:ind w:left="650" w:right="98"/>
        <w:jc w:val="center"/>
        <w:tabs>
          <w:tab w:pos="122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.9</w:t>
        <w:tab/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</w:t>
      </w:r>
      <w:r>
        <w:rPr>
          <w:rFonts w:ascii="Arial" w:hAnsi="Arial" w:cs="Arial" w:eastAsia="Arial"/>
          <w:sz w:val="24"/>
          <w:szCs w:val="24"/>
          <w:spacing w:val="-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17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38" w:after="0" w:line="240" w:lineRule="auto"/>
        <w:ind w:left="650" w:right="98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4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</w:t>
      </w:r>
      <w:r>
        <w:rPr>
          <w:rFonts w:ascii="Arial" w:hAnsi="Arial" w:cs="Arial" w:eastAsia="Arial"/>
          <w:sz w:val="24"/>
          <w:szCs w:val="24"/>
          <w:spacing w:val="-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17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41" w:after="0" w:line="240" w:lineRule="auto"/>
        <w:ind w:left="650" w:right="98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4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3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</w:t>
      </w:r>
      <w:r>
        <w:rPr>
          <w:rFonts w:ascii="Arial" w:hAnsi="Arial" w:cs="Arial" w:eastAsia="Arial"/>
          <w:sz w:val="24"/>
          <w:szCs w:val="24"/>
          <w:spacing w:val="-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41" w:after="0" w:line="240" w:lineRule="auto"/>
        <w:ind w:left="650" w:right="98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4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Relia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</w:t>
      </w:r>
      <w:r>
        <w:rPr>
          <w:rFonts w:ascii="Arial" w:hAnsi="Arial" w:cs="Arial" w:eastAsia="Arial"/>
          <w:sz w:val="24"/>
          <w:szCs w:val="24"/>
          <w:spacing w:val="-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38" w:after="0" w:line="240" w:lineRule="auto"/>
        <w:ind w:left="650" w:right="98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4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.........................................................</w:t>
      </w:r>
      <w:r>
        <w:rPr>
          <w:rFonts w:ascii="Arial" w:hAnsi="Arial" w:cs="Arial" w:eastAsia="Arial"/>
          <w:sz w:val="24"/>
          <w:szCs w:val="24"/>
          <w:spacing w:val="-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41" w:after="0" w:line="240" w:lineRule="auto"/>
        <w:ind w:left="650" w:right="98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4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</w:t>
      </w:r>
      <w:r>
        <w:rPr>
          <w:rFonts w:ascii="Arial" w:hAnsi="Arial" w:cs="Arial" w:eastAsia="Arial"/>
          <w:sz w:val="24"/>
          <w:szCs w:val="24"/>
          <w:spacing w:val="-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41" w:after="0" w:line="240" w:lineRule="auto"/>
        <w:ind w:left="650" w:right="98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4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-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..........................................................</w:t>
      </w:r>
      <w:r>
        <w:rPr>
          <w:rFonts w:ascii="Arial" w:hAnsi="Arial" w:cs="Arial" w:eastAsia="Arial"/>
          <w:sz w:val="24"/>
          <w:szCs w:val="24"/>
          <w:spacing w:val="-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38" w:after="0" w:line="240" w:lineRule="auto"/>
        <w:ind w:left="650" w:right="98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4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Usa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4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</w:t>
      </w:r>
      <w:r>
        <w:rPr>
          <w:rFonts w:ascii="Arial" w:hAnsi="Arial" w:cs="Arial" w:eastAsia="Arial"/>
          <w:sz w:val="24"/>
          <w:szCs w:val="24"/>
          <w:spacing w:val="-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99" w:right="97"/>
        <w:jc w:val="center"/>
        <w:tabs>
          <w:tab w:pos="64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</w:rPr>
        <w:t>3</w:t>
        <w:tab/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E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s</w:t>
      </w:r>
      <w:r>
        <w:rPr>
          <w:rFonts w:ascii="Arial" w:hAnsi="Arial" w:cs="Arial" w:eastAsia="Arial"/>
          <w:sz w:val="28"/>
          <w:szCs w:val="28"/>
          <w:spacing w:val="-1"/>
          <w:w w:val="100"/>
        </w:rPr>
        <w:t>t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i</w:t>
      </w:r>
      <w:r>
        <w:rPr>
          <w:rFonts w:ascii="Arial" w:hAnsi="Arial" w:cs="Arial" w:eastAsia="Arial"/>
          <w:sz w:val="28"/>
          <w:szCs w:val="28"/>
          <w:spacing w:val="-1"/>
          <w:w w:val="100"/>
        </w:rPr>
        <w:t>m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a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t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ion</w:t>
      </w:r>
      <w:r>
        <w:rPr>
          <w:rFonts w:ascii="Arial" w:hAnsi="Arial" w:cs="Arial" w:eastAsia="Arial"/>
          <w:sz w:val="28"/>
          <w:szCs w:val="28"/>
          <w:spacing w:val="-49"/>
          <w:w w:val="100"/>
        </w:rPr>
        <w:t> 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...............................</w:t>
      </w:r>
      <w:r>
        <w:rPr>
          <w:rFonts w:ascii="Arial" w:hAnsi="Arial" w:cs="Arial" w:eastAsia="Arial"/>
          <w:sz w:val="28"/>
          <w:szCs w:val="28"/>
          <w:spacing w:val="2"/>
          <w:w w:val="100"/>
        </w:rPr>
        <w:t>.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...............................</w:t>
      </w:r>
      <w:r>
        <w:rPr>
          <w:rFonts w:ascii="Arial" w:hAnsi="Arial" w:cs="Arial" w:eastAsia="Arial"/>
          <w:sz w:val="28"/>
          <w:szCs w:val="28"/>
          <w:spacing w:val="2"/>
          <w:w w:val="100"/>
        </w:rPr>
        <w:t>.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.........................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.</w:t>
      </w:r>
      <w:r>
        <w:rPr>
          <w:rFonts w:ascii="Arial" w:hAnsi="Arial" w:cs="Arial" w:eastAsia="Arial"/>
          <w:sz w:val="28"/>
          <w:szCs w:val="28"/>
          <w:spacing w:val="-43"/>
          <w:w w:val="100"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20</w:t>
      </w:r>
    </w:p>
    <w:p>
      <w:pPr>
        <w:spacing w:before="98" w:after="0" w:line="240" w:lineRule="auto"/>
        <w:ind w:left="99" w:right="97"/>
        <w:jc w:val="center"/>
        <w:tabs>
          <w:tab w:pos="64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</w:rPr>
        <w:t>4</w:t>
        <w:tab/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Appro</w:t>
      </w:r>
      <w:r>
        <w:rPr>
          <w:rFonts w:ascii="Arial" w:hAnsi="Arial" w:cs="Arial" w:eastAsia="Arial"/>
          <w:sz w:val="28"/>
          <w:szCs w:val="28"/>
          <w:spacing w:val="-4"/>
          <w:w w:val="100"/>
        </w:rPr>
        <w:t>v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al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Signat</w:t>
      </w:r>
      <w:r>
        <w:rPr>
          <w:rFonts w:ascii="Arial" w:hAnsi="Arial" w:cs="Arial" w:eastAsia="Arial"/>
          <w:sz w:val="28"/>
          <w:szCs w:val="28"/>
          <w:spacing w:val="-2"/>
          <w:w w:val="100"/>
        </w:rPr>
        <w:t>u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r</w:t>
      </w:r>
      <w:r>
        <w:rPr>
          <w:rFonts w:ascii="Arial" w:hAnsi="Arial" w:cs="Arial" w:eastAsia="Arial"/>
          <w:sz w:val="28"/>
          <w:szCs w:val="28"/>
          <w:spacing w:val="-3"/>
          <w:w w:val="100"/>
        </w:rPr>
        <w:t>e</w:t>
      </w:r>
      <w:r>
        <w:rPr>
          <w:rFonts w:ascii="Arial" w:hAnsi="Arial" w:cs="Arial" w:eastAsia="Arial"/>
          <w:sz w:val="28"/>
          <w:szCs w:val="28"/>
          <w:spacing w:val="7"/>
          <w:w w:val="100"/>
        </w:rPr>
        <w:t>s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...............................</w:t>
      </w:r>
      <w:r>
        <w:rPr>
          <w:rFonts w:ascii="Arial" w:hAnsi="Arial" w:cs="Arial" w:eastAsia="Arial"/>
          <w:sz w:val="28"/>
          <w:szCs w:val="28"/>
          <w:spacing w:val="2"/>
          <w:w w:val="100"/>
        </w:rPr>
        <w:t>.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...............................</w:t>
      </w:r>
      <w:r>
        <w:rPr>
          <w:rFonts w:ascii="Arial" w:hAnsi="Arial" w:cs="Arial" w:eastAsia="Arial"/>
          <w:sz w:val="28"/>
          <w:szCs w:val="28"/>
          <w:spacing w:val="2"/>
          <w:w w:val="100"/>
        </w:rPr>
        <w:t>.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..........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.</w:t>
      </w:r>
      <w:r>
        <w:rPr>
          <w:rFonts w:ascii="Arial" w:hAnsi="Arial" w:cs="Arial" w:eastAsia="Arial"/>
          <w:sz w:val="28"/>
          <w:szCs w:val="28"/>
          <w:spacing w:val="-43"/>
          <w:w w:val="100"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21</w:t>
      </w:r>
    </w:p>
    <w:p>
      <w:pPr>
        <w:spacing w:before="59" w:after="0" w:line="240" w:lineRule="auto"/>
        <w:ind w:left="99" w:right="106"/>
        <w:jc w:val="center"/>
        <w:tabs>
          <w:tab w:pos="188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</w:rPr>
        <w:t>Appendix</w:t>
      </w:r>
      <w:r>
        <w:rPr>
          <w:rFonts w:ascii="Arial" w:hAnsi="Arial" w:cs="Arial" w:eastAsia="Arial"/>
          <w:sz w:val="28"/>
          <w:szCs w:val="28"/>
          <w:spacing w:val="-2"/>
          <w:w w:val="100"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A</w:t>
        <w:tab/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A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c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ron</w:t>
      </w:r>
      <w:r>
        <w:rPr>
          <w:rFonts w:ascii="Arial" w:hAnsi="Arial" w:cs="Arial" w:eastAsia="Arial"/>
          <w:sz w:val="28"/>
          <w:szCs w:val="28"/>
          <w:spacing w:val="-4"/>
          <w:w w:val="100"/>
        </w:rPr>
        <w:t>y</w:t>
      </w:r>
      <w:r>
        <w:rPr>
          <w:rFonts w:ascii="Arial" w:hAnsi="Arial" w:cs="Arial" w:eastAsia="Arial"/>
          <w:sz w:val="28"/>
          <w:szCs w:val="28"/>
          <w:spacing w:val="-1"/>
          <w:w w:val="100"/>
        </w:rPr>
        <w:t>m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s</w:t>
      </w:r>
      <w:r>
        <w:rPr>
          <w:rFonts w:ascii="Arial" w:hAnsi="Arial" w:cs="Arial" w:eastAsia="Arial"/>
          <w:sz w:val="28"/>
          <w:szCs w:val="28"/>
          <w:spacing w:val="-47"/>
          <w:w w:val="100"/>
        </w:rPr>
        <w:t> 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...............................</w:t>
      </w:r>
      <w:r>
        <w:rPr>
          <w:rFonts w:ascii="Arial" w:hAnsi="Arial" w:cs="Arial" w:eastAsia="Arial"/>
          <w:sz w:val="28"/>
          <w:szCs w:val="28"/>
          <w:spacing w:val="2"/>
          <w:w w:val="100"/>
        </w:rPr>
        <w:t>.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...............................</w:t>
      </w:r>
      <w:r>
        <w:rPr>
          <w:rFonts w:ascii="Arial" w:hAnsi="Arial" w:cs="Arial" w:eastAsia="Arial"/>
          <w:sz w:val="28"/>
          <w:szCs w:val="28"/>
          <w:spacing w:val="2"/>
          <w:w w:val="100"/>
        </w:rPr>
        <w:t>.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........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.</w:t>
      </w:r>
      <w:r>
        <w:rPr>
          <w:rFonts w:ascii="Arial" w:hAnsi="Arial" w:cs="Arial" w:eastAsia="Arial"/>
          <w:sz w:val="28"/>
          <w:szCs w:val="28"/>
          <w:spacing w:val="-19"/>
          <w:w w:val="100"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A-1</w:t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99" w:right="106"/>
        <w:jc w:val="center"/>
        <w:tabs>
          <w:tab w:pos="188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</w:rPr>
        <w:t>Appendix</w:t>
      </w:r>
      <w:r>
        <w:rPr>
          <w:rFonts w:ascii="Arial" w:hAnsi="Arial" w:cs="Arial" w:eastAsia="Arial"/>
          <w:sz w:val="28"/>
          <w:szCs w:val="28"/>
          <w:spacing w:val="-2"/>
          <w:w w:val="100"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B</w:t>
        <w:tab/>
      </w:r>
      <w:r>
        <w:rPr>
          <w:rFonts w:ascii="Arial" w:hAnsi="Arial" w:cs="Arial" w:eastAsia="Arial"/>
          <w:sz w:val="28"/>
          <w:szCs w:val="28"/>
          <w:spacing w:val="-1"/>
          <w:w w:val="100"/>
        </w:rPr>
        <w:t>R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e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f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ere</w:t>
      </w:r>
      <w:r>
        <w:rPr>
          <w:rFonts w:ascii="Arial" w:hAnsi="Arial" w:cs="Arial" w:eastAsia="Arial"/>
          <w:sz w:val="28"/>
          <w:szCs w:val="28"/>
          <w:spacing w:val="-3"/>
          <w:w w:val="100"/>
        </w:rPr>
        <w:t>n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c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e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</w:rPr>
        <w:t>M</w:t>
      </w:r>
      <w:r>
        <w:rPr>
          <w:rFonts w:ascii="Arial" w:hAnsi="Arial" w:cs="Arial" w:eastAsia="Arial"/>
          <w:sz w:val="28"/>
          <w:szCs w:val="28"/>
          <w:spacing w:val="-3"/>
          <w:w w:val="100"/>
        </w:rPr>
        <w:t>a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t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eria</w:t>
      </w:r>
      <w:r>
        <w:rPr>
          <w:rFonts w:ascii="Arial" w:hAnsi="Arial" w:cs="Arial" w:eastAsia="Arial"/>
          <w:sz w:val="28"/>
          <w:szCs w:val="28"/>
          <w:spacing w:val="-3"/>
          <w:w w:val="100"/>
        </w:rPr>
        <w:t>l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s</w:t>
      </w:r>
      <w:r>
        <w:rPr>
          <w:rFonts w:ascii="Arial" w:hAnsi="Arial" w:cs="Arial" w:eastAsia="Arial"/>
          <w:sz w:val="28"/>
          <w:szCs w:val="28"/>
          <w:spacing w:val="-41"/>
          <w:w w:val="100"/>
        </w:rPr>
        <w:t> 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...............................</w:t>
      </w:r>
      <w:r>
        <w:rPr>
          <w:rFonts w:ascii="Arial" w:hAnsi="Arial" w:cs="Arial" w:eastAsia="Arial"/>
          <w:sz w:val="28"/>
          <w:szCs w:val="28"/>
          <w:spacing w:val="2"/>
          <w:w w:val="100"/>
        </w:rPr>
        <w:t>.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........................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.</w:t>
      </w:r>
      <w:r>
        <w:rPr>
          <w:rFonts w:ascii="Arial" w:hAnsi="Arial" w:cs="Arial" w:eastAsia="Arial"/>
          <w:sz w:val="28"/>
          <w:szCs w:val="28"/>
          <w:spacing w:val="-19"/>
          <w:w w:val="100"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B-1</w:t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99" w:right="106"/>
        <w:jc w:val="center"/>
        <w:tabs>
          <w:tab w:pos="188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</w:rPr>
        <w:t>Appendix</w:t>
      </w:r>
      <w:r>
        <w:rPr>
          <w:rFonts w:ascii="Arial" w:hAnsi="Arial" w:cs="Arial" w:eastAsia="Arial"/>
          <w:sz w:val="28"/>
          <w:szCs w:val="28"/>
          <w:spacing w:val="-2"/>
          <w:w w:val="100"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C</w:t>
        <w:tab/>
      </w:r>
      <w:r>
        <w:rPr>
          <w:rFonts w:ascii="Arial" w:hAnsi="Arial" w:cs="Arial" w:eastAsia="Arial"/>
          <w:sz w:val="28"/>
          <w:szCs w:val="28"/>
          <w:spacing w:val="-1"/>
          <w:w w:val="100"/>
        </w:rPr>
        <w:t>C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AT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</w:rPr>
        <w:t>R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e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s</w:t>
      </w:r>
      <w:r>
        <w:rPr>
          <w:rFonts w:ascii="Arial" w:hAnsi="Arial" w:cs="Arial" w:eastAsia="Arial"/>
          <w:sz w:val="28"/>
          <w:szCs w:val="28"/>
          <w:spacing w:val="-1"/>
          <w:w w:val="100"/>
        </w:rPr>
        <w:t>c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ue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 </w:t>
      </w:r>
      <w:r>
        <w:rPr>
          <w:rFonts w:ascii="Arial" w:hAnsi="Arial" w:cs="Arial" w:eastAsia="Arial"/>
          <w:sz w:val="28"/>
          <w:szCs w:val="28"/>
          <w:spacing w:val="-4"/>
          <w:w w:val="100"/>
        </w:rPr>
        <w:t>U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s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er</w:t>
      </w:r>
      <w:r>
        <w:rPr>
          <w:rFonts w:ascii="Arial" w:hAnsi="Arial" w:cs="Arial" w:eastAsia="Arial"/>
          <w:sz w:val="28"/>
          <w:szCs w:val="28"/>
          <w:spacing w:val="-1"/>
          <w:w w:val="100"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Groups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and</w:t>
      </w:r>
      <w:r>
        <w:rPr>
          <w:rFonts w:ascii="Arial" w:hAnsi="Arial" w:cs="Arial" w:eastAsia="Arial"/>
          <w:sz w:val="28"/>
          <w:szCs w:val="28"/>
          <w:spacing w:val="-2"/>
          <w:w w:val="100"/>
        </w:rPr>
        <w:t> </w:t>
      </w:r>
      <w:r>
        <w:rPr>
          <w:rFonts w:ascii="Arial" w:hAnsi="Arial" w:cs="Arial" w:eastAsia="Arial"/>
          <w:sz w:val="28"/>
          <w:szCs w:val="28"/>
          <w:spacing w:val="-3"/>
          <w:w w:val="100"/>
        </w:rPr>
        <w:t>A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c</w:t>
      </w:r>
      <w:r>
        <w:rPr>
          <w:rFonts w:ascii="Arial" w:hAnsi="Arial" w:cs="Arial" w:eastAsia="Arial"/>
          <w:sz w:val="28"/>
          <w:szCs w:val="28"/>
          <w:spacing w:val="1"/>
          <w:w w:val="100"/>
        </w:rPr>
        <w:t>c</w:t>
      </w:r>
      <w:r>
        <w:rPr>
          <w:rFonts w:ascii="Arial" w:hAnsi="Arial" w:cs="Arial" w:eastAsia="Arial"/>
          <w:sz w:val="28"/>
          <w:szCs w:val="28"/>
          <w:spacing w:val="-3"/>
          <w:w w:val="100"/>
        </w:rPr>
        <w:t>e</w:t>
      </w:r>
      <w:r>
        <w:rPr>
          <w:rFonts w:ascii="Arial" w:hAnsi="Arial" w:cs="Arial" w:eastAsia="Arial"/>
          <w:sz w:val="28"/>
          <w:szCs w:val="28"/>
          <w:spacing w:val="-1"/>
          <w:w w:val="100"/>
        </w:rPr>
        <w:t>s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s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Le</w:t>
      </w:r>
      <w:r>
        <w:rPr>
          <w:rFonts w:ascii="Arial" w:hAnsi="Arial" w:cs="Arial" w:eastAsia="Arial"/>
          <w:sz w:val="28"/>
          <w:szCs w:val="28"/>
          <w:spacing w:val="-4"/>
          <w:w w:val="100"/>
        </w:rPr>
        <w:t>v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els</w:t>
      </w:r>
      <w:r>
        <w:rPr>
          <w:rFonts w:ascii="Arial" w:hAnsi="Arial" w:cs="Arial" w:eastAsia="Arial"/>
          <w:sz w:val="28"/>
          <w:szCs w:val="28"/>
          <w:spacing w:val="2"/>
          <w:w w:val="100"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</w:rPr>
        <w:t>D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o</w:t>
      </w:r>
      <w:r>
        <w:rPr>
          <w:rFonts w:ascii="Arial" w:hAnsi="Arial" w:cs="Arial" w:eastAsia="Arial"/>
          <w:sz w:val="28"/>
          <w:szCs w:val="28"/>
          <w:spacing w:val="-1"/>
          <w:w w:val="100"/>
        </w:rPr>
        <w:t>c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u</w:t>
      </w:r>
      <w:r>
        <w:rPr>
          <w:rFonts w:ascii="Arial" w:hAnsi="Arial" w:cs="Arial" w:eastAsia="Arial"/>
          <w:sz w:val="28"/>
          <w:szCs w:val="28"/>
          <w:spacing w:val="-1"/>
          <w:w w:val="100"/>
        </w:rPr>
        <w:t>m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ent</w:t>
      </w:r>
      <w:r>
        <w:rPr>
          <w:rFonts w:ascii="Arial" w:hAnsi="Arial" w:cs="Arial" w:eastAsia="Arial"/>
          <w:sz w:val="28"/>
          <w:szCs w:val="28"/>
          <w:spacing w:val="5"/>
          <w:w w:val="100"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</w:rPr>
        <w:t>C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-1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757" w:right="3758"/>
        <w:jc w:val="center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List</w:t>
      </w:r>
      <w:r>
        <w:rPr>
          <w:rFonts w:ascii="Arial" w:hAnsi="Arial" w:cs="Arial" w:eastAsia="Arial"/>
          <w:sz w:val="32"/>
          <w:szCs w:val="3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32"/>
          <w:szCs w:val="3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-25"/>
          <w:w w:val="99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</w:rPr>
        <w:t>abl</w:t>
      </w:r>
      <w:r>
        <w:rPr>
          <w:rFonts w:ascii="Arial" w:hAnsi="Arial" w:cs="Arial" w:eastAsia="Arial"/>
          <w:sz w:val="32"/>
          <w:szCs w:val="32"/>
          <w:spacing w:val="2"/>
          <w:w w:val="99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2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2" w:right="274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02" w:right="274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Acc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ssibil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02" w:right="274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02" w:right="274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strai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02" w:right="274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</w:t>
      </w:r>
    </w:p>
    <w:p>
      <w:pPr>
        <w:jc w:val="center"/>
        <w:spacing w:after="0"/>
        <w:sectPr>
          <w:pgMar w:header="742" w:footer="706" w:top="980" w:bottom="900" w:left="130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5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Gra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....................................................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17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vis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17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rfor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17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Relia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....................................................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-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.....................................................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Usa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...............................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............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742" w:footer="706" w:top="980" w:bottom="900" w:left="1300" w:right="1300"/>
          <w:pgSz w:w="12240" w:h="15840"/>
        </w:sectPr>
      </w:pPr>
      <w:rPr/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40" w:lineRule="auto"/>
        <w:ind w:left="140" w:right="-20"/>
        <w:jc w:val="left"/>
        <w:tabs>
          <w:tab w:pos="680" w:val="left"/>
        </w:tabs>
        <w:rPr>
          <w:rFonts w:ascii="Arial" w:hAnsi="Arial" w:cs="Arial" w:eastAsia="Arial"/>
          <w:sz w:val="36"/>
          <w:szCs w:val="36"/>
        </w:rPr>
      </w:pPr>
      <w:rPr/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1</w:t>
        <w:tab/>
      </w:r>
      <w:r>
        <w:rPr>
          <w:rFonts w:ascii="Arial" w:hAnsi="Arial" w:cs="Arial" w:eastAsia="Arial"/>
          <w:sz w:val="36"/>
          <w:szCs w:val="36"/>
          <w:spacing w:val="1"/>
          <w:w w:val="100"/>
          <w:b/>
          <w:bCs/>
        </w:rPr>
        <w:t>In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trod</w:t>
      </w:r>
      <w:r>
        <w:rPr>
          <w:rFonts w:ascii="Arial" w:hAnsi="Arial" w:cs="Arial" w:eastAsia="Arial"/>
          <w:sz w:val="36"/>
          <w:szCs w:val="36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36"/>
          <w:szCs w:val="36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36"/>
          <w:szCs w:val="36"/>
          <w:spacing w:val="0"/>
          <w:w w:val="100"/>
        </w:rPr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76" w:lineRule="auto"/>
        <w:ind w:left="140" w:right="13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&amp;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&amp;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(PD)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ser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99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99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gh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the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&amp;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76" w:lineRule="auto"/>
        <w:ind w:left="140" w:right="274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hro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teran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t/IT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6" w:lineRule="auto"/>
        <w:ind w:left="140" w:right="11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am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prehe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am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/11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who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seri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gram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99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nd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99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99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al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am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who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up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nted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am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prehe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4" w:after="0" w:line="275" w:lineRule="auto"/>
        <w:ind w:left="140" w:right="152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4,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2,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00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15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9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/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11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teran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75" w:lineRule="auto"/>
        <w:ind w:left="140" w:right="119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am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grown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ted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ata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T)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76" w:lineRule="auto"/>
        <w:ind w:left="140" w:right="291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users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progra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was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am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86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1.1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Purpo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85" w:after="0" w:line="276" w:lineRule="auto"/>
        <w:ind w:left="140" w:right="519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grate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exp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" w:right="-20"/>
        <w:jc w:val="left"/>
        <w:tabs>
          <w:tab w:pos="86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1.2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Scope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85" w:after="0" w:line="275" w:lineRule="auto"/>
        <w:ind w:left="140" w:right="30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g,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urgen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term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ef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ef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–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C)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(Care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acq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n,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NumType w:start="1"/>
          <w:pgMar w:footer="702" w:header="742" w:top="980" w:bottom="900" w:left="1300" w:right="1300"/>
          <w:footerReference w:type="default" r:id="rId1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76" w:lineRule="auto"/>
        <w:ind w:left="140" w:right="579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742" w:footer="702" w:top="980" w:bottom="900" w:left="1300" w:right="1300"/>
          <w:pgSz w:w="12240" w:h="15840"/>
        </w:sectPr>
      </w:pPr>
      <w:rPr/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40" w:lineRule="auto"/>
        <w:ind w:left="220" w:right="-20"/>
        <w:jc w:val="left"/>
        <w:tabs>
          <w:tab w:pos="760" w:val="left"/>
        </w:tabs>
        <w:rPr>
          <w:rFonts w:ascii="Arial" w:hAnsi="Arial" w:cs="Arial" w:eastAsia="Arial"/>
          <w:sz w:val="36"/>
          <w:szCs w:val="36"/>
        </w:rPr>
      </w:pPr>
      <w:rPr/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2</w:t>
        <w:tab/>
      </w:r>
      <w:r>
        <w:rPr>
          <w:rFonts w:ascii="Arial" w:hAnsi="Arial" w:cs="Arial" w:eastAsia="Arial"/>
          <w:sz w:val="36"/>
          <w:szCs w:val="36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36"/>
          <w:szCs w:val="36"/>
          <w:spacing w:val="-6"/>
          <w:w w:val="100"/>
          <w:b/>
          <w:bCs/>
        </w:rPr>
        <w:t>v</w:t>
      </w:r>
      <w:r>
        <w:rPr>
          <w:rFonts w:ascii="Arial" w:hAnsi="Arial" w:cs="Arial" w:eastAsia="Arial"/>
          <w:sz w:val="36"/>
          <w:szCs w:val="36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36"/>
          <w:szCs w:val="3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ll</w:t>
      </w:r>
      <w:r>
        <w:rPr>
          <w:rFonts w:ascii="Arial" w:hAnsi="Arial" w:cs="Arial" w:eastAsia="Arial"/>
          <w:sz w:val="36"/>
          <w:szCs w:val="36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36"/>
          <w:szCs w:val="36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6"/>
          <w:szCs w:val="36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36"/>
          <w:szCs w:val="36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pt</w:t>
      </w:r>
      <w:r>
        <w:rPr>
          <w:rFonts w:ascii="Arial" w:hAnsi="Arial" w:cs="Arial" w:eastAsia="Arial"/>
          <w:sz w:val="36"/>
          <w:szCs w:val="3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36"/>
          <w:szCs w:val="36"/>
          <w:spacing w:val="0"/>
          <w:w w:val="100"/>
        </w:rPr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76" w:lineRule="auto"/>
        <w:ind w:left="220" w:right="422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5" w:lineRule="exact"/>
        <w:ind w:left="306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able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2.1: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Req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ement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sifi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550" w:hRule="exact"/>
        </w:trPr>
        <w:tc>
          <w:tcPr>
            <w:tcW w:w="12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34" w:after="0" w:line="240" w:lineRule="auto"/>
              <w:ind w:left="381" w:right="244" w:firstLine="-8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Label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10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2800" w:right="278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Cl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ifi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2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2" w:hRule="exact"/>
        </w:trPr>
        <w:tc>
          <w:tcPr>
            <w:tcW w:w="129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NHC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8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296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8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1296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82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2" w:hRule="exact"/>
        </w:trPr>
        <w:tc>
          <w:tcPr>
            <w:tcW w:w="129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8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auto"/>
        <w:ind w:left="220" w:right="-20"/>
        <w:jc w:val="left"/>
        <w:tabs>
          <w:tab w:pos="94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2.1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ess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bili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32"/>
          <w:szCs w:val="32"/>
          <w:spacing w:val="-25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ecific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ti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25" w:lineRule="exact"/>
        <w:ind w:left="3094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able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2.2: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sibili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pe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ific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1188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24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21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4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3092" w:right="307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1188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74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42" w:after="0" w:line="228" w:lineRule="exact"/>
              <w:ind w:left="102" w:right="9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ns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7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hyperlink r:id="rId11">
              <w:r>
                <w:rPr>
                  <w:rFonts w:ascii="Arial" w:hAnsi="Arial" w:cs="Arial" w:eastAsia="Arial"/>
                  <w:sz w:val="20"/>
                  <w:szCs w:val="20"/>
                  <w:spacing w:val="0"/>
                  <w:w w:val="100"/>
                </w:rPr>
                <w:t>h</w:t>
              </w:r>
              <w:r>
                <w:rPr>
                  <w:rFonts w:ascii="Arial" w:hAnsi="Arial" w:cs="Arial" w:eastAsia="Arial"/>
                  <w:sz w:val="20"/>
                  <w:szCs w:val="20"/>
                  <w:spacing w:val="-1"/>
                  <w:w w:val="100"/>
                </w:rPr>
                <w:t>t</w:t>
              </w:r>
              <w:r>
                <w:rPr>
                  <w:rFonts w:ascii="Arial" w:hAnsi="Arial" w:cs="Arial" w:eastAsia="Arial"/>
                  <w:sz w:val="20"/>
                  <w:szCs w:val="20"/>
                  <w:spacing w:val="2"/>
                  <w:w w:val="100"/>
                </w:rPr>
                <w:t>t</w:t>
              </w:r>
              <w:r>
                <w:rPr>
                  <w:rFonts w:ascii="Arial" w:hAnsi="Arial" w:cs="Arial" w:eastAsia="Arial"/>
                  <w:sz w:val="20"/>
                  <w:szCs w:val="20"/>
                  <w:spacing w:val="0"/>
                  <w:w w:val="100"/>
                </w:rPr>
                <w:t>p:</w:t>
              </w:r>
              <w:r>
                <w:rPr>
                  <w:rFonts w:ascii="Arial" w:hAnsi="Arial" w:cs="Arial" w:eastAsia="Arial"/>
                  <w:sz w:val="20"/>
                  <w:szCs w:val="20"/>
                  <w:spacing w:val="-1"/>
                  <w:w w:val="100"/>
                </w:rPr>
                <w:t>/</w:t>
              </w:r>
              <w:r>
                <w:rPr>
                  <w:rFonts w:ascii="Arial" w:hAnsi="Arial" w:cs="Arial" w:eastAsia="Arial"/>
                  <w:sz w:val="20"/>
                  <w:szCs w:val="20"/>
                  <w:spacing w:val="2"/>
                  <w:w w:val="100"/>
                </w:rPr>
                <w:t>/</w:t>
              </w:r>
              <w:r>
                <w:rPr>
                  <w:rFonts w:ascii="Arial" w:hAnsi="Arial" w:cs="Arial" w:eastAsia="Arial"/>
                  <w:sz w:val="20"/>
                  <w:szCs w:val="20"/>
                  <w:spacing w:val="0"/>
                  <w:w w:val="100"/>
                </w:rPr>
                <w:t>www.</w:t>
              </w:r>
              <w:r>
                <w:rPr>
                  <w:rFonts w:ascii="Arial" w:hAnsi="Arial" w:cs="Arial" w:eastAsia="Arial"/>
                  <w:sz w:val="20"/>
                  <w:szCs w:val="20"/>
                  <w:spacing w:val="1"/>
                  <w:w w:val="100"/>
                </w:rPr>
                <w:t>s</w:t>
              </w:r>
              <w:r>
                <w:rPr>
                  <w:rFonts w:ascii="Arial" w:hAnsi="Arial" w:cs="Arial" w:eastAsia="Arial"/>
                  <w:sz w:val="20"/>
                  <w:szCs w:val="20"/>
                  <w:spacing w:val="0"/>
                  <w:w w:val="100"/>
                </w:rPr>
                <w:t>e</w:t>
              </w:r>
              <w:r>
                <w:rPr>
                  <w:rFonts w:ascii="Arial" w:hAnsi="Arial" w:cs="Arial" w:eastAsia="Arial"/>
                  <w:sz w:val="20"/>
                  <w:szCs w:val="20"/>
                  <w:spacing w:val="1"/>
                  <w:w w:val="100"/>
                </w:rPr>
                <w:t>c</w:t>
              </w:r>
              <w:r>
                <w:rPr>
                  <w:rFonts w:ascii="Arial" w:hAnsi="Arial" w:cs="Arial" w:eastAsia="Arial"/>
                  <w:sz w:val="20"/>
                  <w:szCs w:val="20"/>
                  <w:spacing w:val="0"/>
                  <w:w w:val="100"/>
                </w:rPr>
                <w:t>t</w:t>
              </w:r>
              <w:r>
                <w:rPr>
                  <w:rFonts w:ascii="Arial" w:hAnsi="Arial" w:cs="Arial" w:eastAsia="Arial"/>
                  <w:sz w:val="20"/>
                  <w:szCs w:val="20"/>
                  <w:spacing w:val="-1"/>
                  <w:w w:val="100"/>
                </w:rPr>
                <w:t>i</w:t>
              </w:r>
              <w:r>
                <w:rPr>
                  <w:rFonts w:ascii="Arial" w:hAnsi="Arial" w:cs="Arial" w:eastAsia="Arial"/>
                  <w:sz w:val="20"/>
                  <w:szCs w:val="20"/>
                  <w:spacing w:val="2"/>
                  <w:w w:val="100"/>
                </w:rPr>
                <w:t>o</w:t>
              </w:r>
              <w:r>
                <w:rPr>
                  <w:rFonts w:ascii="Arial" w:hAnsi="Arial" w:cs="Arial" w:eastAsia="Arial"/>
                  <w:sz w:val="20"/>
                  <w:szCs w:val="20"/>
                  <w:spacing w:val="0"/>
                  <w:w w:val="100"/>
                </w:rPr>
                <w:t>n</w:t>
              </w:r>
              <w:r>
                <w:rPr>
                  <w:rFonts w:ascii="Arial" w:hAnsi="Arial" w:cs="Arial" w:eastAsia="Arial"/>
                  <w:sz w:val="20"/>
                  <w:szCs w:val="20"/>
                  <w:spacing w:val="-1"/>
                  <w:w w:val="100"/>
                </w:rPr>
                <w:t>5</w:t>
              </w:r>
              <w:r>
                <w:rPr>
                  <w:rFonts w:ascii="Arial" w:hAnsi="Arial" w:cs="Arial" w:eastAsia="Arial"/>
                  <w:sz w:val="20"/>
                  <w:szCs w:val="20"/>
                  <w:spacing w:val="2"/>
                  <w:w w:val="100"/>
                </w:rPr>
                <w:t>0</w:t>
              </w:r>
              <w:r>
                <w:rPr>
                  <w:rFonts w:ascii="Arial" w:hAnsi="Arial" w:cs="Arial" w:eastAsia="Arial"/>
                  <w:sz w:val="20"/>
                  <w:szCs w:val="20"/>
                  <w:spacing w:val="0"/>
                  <w:w w:val="100"/>
                </w:rPr>
                <w:t>8.</w:t>
              </w:r>
              <w:r>
                <w:rPr>
                  <w:rFonts w:ascii="Arial" w:hAnsi="Arial" w:cs="Arial" w:eastAsia="Arial"/>
                  <w:sz w:val="20"/>
                  <w:szCs w:val="20"/>
                  <w:spacing w:val="-1"/>
                  <w:w w:val="100"/>
                </w:rPr>
                <w:t>g</w:t>
              </w:r>
              <w:r>
                <w:rPr>
                  <w:rFonts w:ascii="Arial" w:hAnsi="Arial" w:cs="Arial" w:eastAsia="Arial"/>
                  <w:sz w:val="20"/>
                  <w:szCs w:val="20"/>
                  <w:spacing w:val="2"/>
                  <w:w w:val="100"/>
                </w:rPr>
                <w:t>o</w:t>
              </w:r>
              <w:r>
                <w:rPr>
                  <w:rFonts w:ascii="Arial" w:hAnsi="Arial" w:cs="Arial" w:eastAsia="Arial"/>
                  <w:sz w:val="20"/>
                  <w:szCs w:val="20"/>
                  <w:spacing w:val="-1"/>
                  <w:w w:val="100"/>
                </w:rPr>
                <w:t>v</w:t>
              </w:r>
              <w:r>
                <w:rPr>
                  <w:rFonts w:ascii="Arial" w:hAnsi="Arial" w:cs="Arial" w:eastAsia="Arial"/>
                  <w:sz w:val="20"/>
                  <w:szCs w:val="20"/>
                  <w:spacing w:val="0"/>
                  <w:w w:val="100"/>
                </w:rPr>
                <w:t>.</w:t>
              </w:r>
              <w:r>
                <w:rPr>
                  <w:rFonts w:ascii="Arial" w:hAnsi="Arial" w:cs="Arial" w:eastAsia="Arial"/>
                  <w:sz w:val="20"/>
                  <w:szCs w:val="20"/>
                  <w:spacing w:val="0"/>
                  <w:w w:val="100"/>
                </w:rPr>
              </w:r>
            </w:hyperlink>
          </w:p>
        </w:tc>
      </w:tr>
    </w:tbl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auto"/>
        <w:ind w:left="220" w:right="-20"/>
        <w:jc w:val="left"/>
        <w:tabs>
          <w:tab w:pos="94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2.2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Busi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ess</w:t>
      </w:r>
      <w:r>
        <w:rPr>
          <w:rFonts w:ascii="Arial" w:hAnsi="Arial" w:cs="Arial" w:eastAsia="Arial"/>
          <w:sz w:val="32"/>
          <w:szCs w:val="32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ules</w:t>
      </w:r>
      <w:r>
        <w:rPr>
          <w:rFonts w:ascii="Arial" w:hAnsi="Arial" w:cs="Arial" w:eastAsia="Arial"/>
          <w:sz w:val="32"/>
          <w:szCs w:val="3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Specifi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ati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83" w:after="0" w:line="276" w:lineRule="auto"/>
        <w:ind w:left="220" w:right="319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M).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grat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erans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18" w:lineRule="exact"/>
        <w:ind w:left="58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tal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#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29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58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RCD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2.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7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7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8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erans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01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18" w:lineRule="exact"/>
        <w:ind w:left="58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tal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#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29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58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RCD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13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8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–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e: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959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able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2.3: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sin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ss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cificati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8" w:hRule="exact"/>
        </w:trPr>
        <w:tc>
          <w:tcPr>
            <w:tcW w:w="1188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98" w:after="0" w:line="240" w:lineRule="auto"/>
              <w:ind w:left="24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98" w:after="0" w:line="240" w:lineRule="auto"/>
              <w:ind w:left="21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49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98" w:after="0" w:line="240" w:lineRule="auto"/>
              <w:ind w:left="3092" w:right="307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471" w:hRule="exact"/>
        </w:trPr>
        <w:tc>
          <w:tcPr>
            <w:tcW w:w="1188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749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13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tart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e.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n).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42" w:footer="702" w:top="980" w:bottom="900" w:left="1220" w:right="12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18" w:after="0" w:line="240" w:lineRule="auto"/>
        <w:ind w:left="220" w:right="-20"/>
        <w:jc w:val="left"/>
        <w:tabs>
          <w:tab w:pos="94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2.3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Desi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ns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ra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ecifi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ati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85" w:after="0" w:line="275" w:lineRule="auto"/>
        <w:ind w:left="220" w:right="497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5" w:lineRule="exact"/>
        <w:ind w:left="2789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able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2.4: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ign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Constr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cificati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118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24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2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22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4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3080" w:right="306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188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2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46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2" w:after="0" w:line="228" w:lineRule="exact"/>
              <w:ind w:left="102" w:right="17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reta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oth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auto"/>
        <w:ind w:left="220" w:right="-20"/>
        <w:jc w:val="left"/>
        <w:tabs>
          <w:tab w:pos="94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2.4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Disaster</w:t>
      </w:r>
      <w:r>
        <w:rPr>
          <w:rFonts w:ascii="Arial" w:hAnsi="Arial" w:cs="Arial" w:eastAsia="Arial"/>
          <w:sz w:val="32"/>
          <w:szCs w:val="32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Rec</w:t>
      </w:r>
      <w:r>
        <w:rPr>
          <w:rFonts w:ascii="Arial" w:hAnsi="Arial" w:cs="Arial" w:eastAsia="Arial"/>
          <w:sz w:val="32"/>
          <w:szCs w:val="32"/>
          <w:spacing w:val="4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ve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32"/>
          <w:szCs w:val="32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peci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cat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86" w:after="0" w:line="275" w:lineRule="auto"/>
        <w:ind w:left="220" w:right="31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5" w:lineRule="exact"/>
        <w:ind w:left="283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able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2.5: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co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pe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ific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11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24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7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20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52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3109" w:right="309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1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7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52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ex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cur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DRP)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ns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auto"/>
        <w:ind w:left="220" w:right="-20"/>
        <w:jc w:val="left"/>
        <w:tabs>
          <w:tab w:pos="94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2.5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Doc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ti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-19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Specifi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ati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ns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85" w:after="0" w:line="275" w:lineRule="auto"/>
        <w:ind w:left="220" w:right="64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DD)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Upd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er’s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Insta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5" w:lineRule="exact"/>
        <w:ind w:left="2979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able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2.6: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pe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ific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6" w:hRule="exact"/>
        </w:trPr>
        <w:tc>
          <w:tcPr>
            <w:tcW w:w="1188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97" w:after="0" w:line="240" w:lineRule="auto"/>
              <w:ind w:left="24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97" w:after="0" w:line="240" w:lineRule="auto"/>
              <w:ind w:left="21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4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97" w:after="0" w:line="240" w:lineRule="auto"/>
              <w:ind w:left="3092" w:right="307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011" w:hRule="exact"/>
        </w:trPr>
        <w:tc>
          <w:tcPr>
            <w:tcW w:w="1188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5.5.4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4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5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e.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8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auto"/>
        <w:ind w:left="220" w:right="-20"/>
        <w:jc w:val="left"/>
        <w:tabs>
          <w:tab w:pos="94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2.6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cti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nal</w:t>
      </w:r>
      <w:r>
        <w:rPr>
          <w:rFonts w:ascii="Arial" w:hAnsi="Arial" w:cs="Arial" w:eastAsia="Arial"/>
          <w:sz w:val="32"/>
          <w:szCs w:val="32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cificat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85" w:after="0" w:line="276" w:lineRule="auto"/>
        <w:ind w:left="220" w:right="223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Fu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2.7.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were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4)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&amp;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99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99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99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99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trat</w:t>
      </w:r>
      <w:r>
        <w:rPr>
          <w:rFonts w:ascii="Arial" w:hAnsi="Arial" w:cs="Arial" w:eastAsia="Arial"/>
          <w:sz w:val="20"/>
          <w:szCs w:val="20"/>
          <w:spacing w:val="1"/>
          <w:w w:val="99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on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“Re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&amp;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ort.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Fun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“R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ID”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742" w:footer="702" w:top="980" w:bottom="900" w:left="1220" w:right="12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75" w:lineRule="auto"/>
        <w:ind w:left="220" w:right="42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.01,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.0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.)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b,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ID.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20" w:right="-20"/>
        <w:jc w:val="left"/>
        <w:tabs>
          <w:tab w:pos="112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1</w:t>
        <w:tab/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8"/>
          <w:szCs w:val="28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q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eme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ts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21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able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2.7: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Functi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nal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eq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emen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6" w:hRule="exact"/>
        </w:trPr>
        <w:tc>
          <w:tcPr>
            <w:tcW w:w="16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97" w:after="0" w:line="240" w:lineRule="auto"/>
              <w:ind w:left="46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97" w:after="0" w:line="240" w:lineRule="auto"/>
              <w:ind w:left="34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97" w:after="0" w:line="240" w:lineRule="auto"/>
              <w:ind w:left="2732" w:right="271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001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1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9" w:after="0" w:line="239" w:lineRule="auto"/>
              <w:ind w:left="102" w:right="10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og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what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was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d,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who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471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9" w:after="0" w:line="239" w:lineRule="auto"/>
              <w:ind w:left="102" w:right="10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(pri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warn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e.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238" w:hRule="exact"/>
        </w:trPr>
        <w:tc>
          <w:tcPr>
            <w:tcW w:w="16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03a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15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when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urs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er.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5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03b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0" w:after="0" w:line="239" w:lineRule="auto"/>
              <w:ind w:left="102" w:right="17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erent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Red,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3,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2,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08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e).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03c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“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?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”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03d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24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469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04a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47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when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nt.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te: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er’s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011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04b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CG's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40" w:lineRule="auto"/>
              <w:ind w:left="102" w:right="5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For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010" w:hRule="exact"/>
        </w:trPr>
        <w:tc>
          <w:tcPr>
            <w:tcW w:w="16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5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'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0CG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e.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42" w:footer="702" w:top="980" w:bottom="900" w:left="1220" w:right="12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46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34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2732" w:right="271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238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2" w:after="0" w:line="228" w:lineRule="exact"/>
              <w:ind w:left="102" w:right="54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30" w:lineRule="exact"/>
              <w:ind w:left="102" w:right="29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1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er,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tes.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e/she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591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“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?”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“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”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when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“No”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eran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nro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?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?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n?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’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9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469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002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.1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18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store/pro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propr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21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e.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grid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0" w:after="0" w:line="239" w:lineRule="auto"/>
              <w:ind w:left="102" w:right="40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er,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tabs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241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14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run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4400" w:hRule="exact"/>
        </w:trPr>
        <w:tc>
          <w:tcPr>
            <w:tcW w:w="16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26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CSC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9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1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29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9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39" w:lineRule="auto"/>
              <w:ind w:left="102" w:right="7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91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90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1.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2.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eran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3.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4.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6.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7.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42" w:footer="702" w:top="980" w:bottom="900" w:left="1220" w:right="12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46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34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2732" w:right="271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710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2" w:after="0" w:line="228" w:lineRule="exact"/>
              <w:ind w:left="102" w:right="4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1.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2.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3.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4.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6.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7.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2" w:after="0" w:line="228" w:lineRule="exact"/>
              <w:ind w:left="102" w:right="21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901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“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tact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C”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Cur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899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“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tact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HRC”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Cur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441" w:hRule="exact"/>
        </w:trPr>
        <w:tc>
          <w:tcPr>
            <w:tcW w:w="1639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“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tact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C”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Cur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’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ns</w:t>
            </w:r>
            <w:r>
              <w:rPr>
                <w:rFonts w:ascii="Arial" w:hAnsi="Arial" w:cs="Arial" w:eastAsia="Arial"/>
                <w:sz w:val="20"/>
                <w:szCs w:val="20"/>
                <w:spacing w:val="-2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9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630" w:hRule="exact"/>
        </w:trPr>
        <w:tc>
          <w:tcPr>
            <w:tcW w:w="16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“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t”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9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Cur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42" w:footer="702" w:top="980" w:bottom="900" w:left="1220" w:right="12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46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34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2732" w:right="271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019" w:hRule="exact"/>
        </w:trPr>
        <w:tc>
          <w:tcPr>
            <w:tcW w:w="16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“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”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Cur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’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ns</w:t>
            </w:r>
            <w:r>
              <w:rPr>
                <w:rFonts w:ascii="Arial" w:hAnsi="Arial" w:cs="Arial" w:eastAsia="Arial"/>
                <w:sz w:val="20"/>
                <w:szCs w:val="20"/>
                <w:spacing w:val="-1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9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1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8" w:after="0" w:line="239" w:lineRule="auto"/>
              <w:ind w:left="102" w:right="31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"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"</w:t>
            </w:r>
            <w:r>
              <w:rPr>
                <w:rFonts w:ascii="Arial" w:hAnsi="Arial" w:cs="Arial" w:eastAsia="Arial"/>
                <w:sz w:val="20"/>
                <w:szCs w:val="20"/>
                <w:spacing w:val="-2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ox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“CSL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t”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469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8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L.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tac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;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5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13a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0" w:after="0" w:line="239" w:lineRule="auto"/>
              <w:ind w:left="102" w:right="7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er.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er,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45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008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13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46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wa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ered.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ered,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2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4" w:after="0" w:line="228" w:lineRule="exact"/>
              <w:ind w:left="102" w:right="14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6</w:t>
            </w:r>
            <w:r>
              <w:rPr>
                <w:rFonts w:ascii="Arial" w:hAnsi="Arial" w:cs="Arial" w:eastAsia="Arial"/>
                <w:sz w:val="13"/>
                <w:szCs w:val="13"/>
                <w:spacing w:val="2"/>
                <w:w w:val="100"/>
                <w:position w:val="10"/>
              </w:rPr>
              <w:t>t</w:t>
            </w:r>
            <w:r>
              <w:rPr>
                <w:rFonts w:ascii="Arial" w:hAnsi="Arial" w:cs="Arial" w:eastAsia="Arial"/>
                <w:sz w:val="13"/>
                <w:szCs w:val="13"/>
                <w:spacing w:val="0"/>
                <w:w w:val="100"/>
                <w:position w:val="10"/>
              </w:rPr>
              <w:t>h</w:t>
            </w:r>
            <w:r>
              <w:rPr>
                <w:rFonts w:ascii="Arial" w:hAnsi="Arial" w:cs="Arial" w:eastAsia="Arial"/>
                <w:sz w:val="13"/>
                <w:szCs w:val="13"/>
                <w:spacing w:val="16"/>
                <w:w w:val="100"/>
                <w:position w:val="1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  <w:position w:val="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  <w:position w:val="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position w:val="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  <w:position w:val="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position w:val="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position w:val="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  <w:position w:val="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ard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  <w:position w:val="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position w:val="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position w:val="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position w:val="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position w:val="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position w:val="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position w:val="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position w:val="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ord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position w:val="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position w:val="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position w:val="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position w:val="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position w:val="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  <w:position w:val="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position w:val="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position w:val="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  <w:t>er.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91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9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“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91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+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”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90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820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003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.1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7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For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date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arate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80" w:lineRule="auto"/>
              <w:ind w:left="102" w:right="41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arate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6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42" w:footer="702" w:top="980" w:bottom="900" w:left="1220" w:right="12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46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34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2732" w:right="271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589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2" w:after="0" w:line="228" w:lineRule="exact"/>
              <w:ind w:left="102" w:right="54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38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thro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gh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860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1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467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ert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1639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ert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was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46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ert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56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ata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241" w:hRule="exact"/>
        </w:trPr>
        <w:tc>
          <w:tcPr>
            <w:tcW w:w="1639" w:type="dxa"/>
            <w:tcBorders>
              <w:top w:val="single" w:sz="4.64008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8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832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10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urate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"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30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"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ort.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ort: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ter,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arate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teran's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ert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’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004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.1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24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reports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7)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’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extra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005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.1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75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tacts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010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138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tarts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“0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”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102" w:right="5986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469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8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ds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warn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when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og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who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er’s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e,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er’s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e,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ol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(ICN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006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.1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17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2" w:hRule="exact"/>
        </w:trPr>
        <w:tc>
          <w:tcPr>
            <w:tcW w:w="16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0" w:after="0" w:line="239" w:lineRule="auto"/>
              <w:ind w:left="102" w:right="16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MC,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42" w:footer="702" w:top="980" w:bottom="900" w:left="1220" w:right="12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46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34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2732" w:right="271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008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18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d,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was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591" w:hRule="exact"/>
        </w:trPr>
        <w:tc>
          <w:tcPr>
            <w:tcW w:w="16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007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.1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4" w:after="0" w:line="228" w:lineRule="exact"/>
              <w:ind w:left="102" w:right="5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3" w:after="0" w:line="228" w:lineRule="exact"/>
              <w:ind w:left="102" w:right="56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ata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1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168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12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tors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MC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DMIN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99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d.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238" w:hRule="exact"/>
        </w:trPr>
        <w:tc>
          <w:tcPr>
            <w:tcW w:w="16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7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group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ex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MC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e,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e,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2" w:hRule="exact"/>
        </w:trPr>
        <w:tc>
          <w:tcPr>
            <w:tcW w:w="16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NHC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NHC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2" w:after="0" w:line="228" w:lineRule="exact"/>
              <w:ind w:left="102" w:right="49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011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NHC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337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text,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NHC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2" w:after="0" w:line="228" w:lineRule="exact"/>
              <w:ind w:left="102" w:right="51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NHC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40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.7)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010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NHC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10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.7)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011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NHC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10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urat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900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NHC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26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629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NHC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2" w:after="0" w:line="228" w:lineRule="exact"/>
              <w:ind w:left="102" w:right="21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42" w:footer="702" w:top="980" w:bottom="900" w:left="1220" w:right="12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46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34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2732" w:right="271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NHC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30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.)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urpo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469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NHC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12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7)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e,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er,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e.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er,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etc.)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NHC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47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oc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1" w:hRule="exact"/>
        </w:trPr>
        <w:tc>
          <w:tcPr>
            <w:tcW w:w="16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NHC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61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7)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urate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sor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930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work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hrou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work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was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e,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t).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702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18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oth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ary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orical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ata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508" w:hRule="exact"/>
        </w:trPr>
        <w:tc>
          <w:tcPr>
            <w:tcW w:w="16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17.01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5.7.1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2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ta,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82" w:lineRule="auto"/>
              <w:ind w:left="102" w:right="234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Date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ho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091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17.03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0" w:after="0" w:line="239" w:lineRule="auto"/>
              <w:ind w:left="102" w:right="36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" w:right="16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tarted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0" w:after="0" w:line="280" w:lineRule="auto"/>
              <w:ind w:left="102" w:right="82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Date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17.06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23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42" w:footer="702" w:top="980" w:bottom="900" w:left="1220" w:right="12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46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34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2732" w:right="271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37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“For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er”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008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21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“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t”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933" w:hRule="exact"/>
        </w:trPr>
        <w:tc>
          <w:tcPr>
            <w:tcW w:w="16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9" w:after="0" w:line="239" w:lineRule="auto"/>
              <w:ind w:left="102" w:right="18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erate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gram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tor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tors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e,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te,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d,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469" w:hRule="exact"/>
        </w:trPr>
        <w:tc>
          <w:tcPr>
            <w:tcW w:w="16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20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Opera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e.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oc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bro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N,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(e.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l,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7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).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469" w:hRule="exact"/>
        </w:trPr>
        <w:tc>
          <w:tcPr>
            <w:tcW w:w="16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020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5.4.1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9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grated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’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t/t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t.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grated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grated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021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.1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0" w:after="0" w:line="239" w:lineRule="auto"/>
              <w:ind w:left="102" w:right="27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erate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when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022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.1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0" w:after="0" w:line="239" w:lineRule="auto"/>
              <w:ind w:left="102" w:right="19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erate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when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471" w:hRule="exact"/>
        </w:trPr>
        <w:tc>
          <w:tcPr>
            <w:tcW w:w="16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023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.1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9" w:after="0" w:line="239" w:lineRule="auto"/>
              <w:ind w:left="102" w:right="35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erate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.e.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d,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er’s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024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.1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7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025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.1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erate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DF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026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37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2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4" w:after="0" w:line="228" w:lineRule="exact"/>
              <w:ind w:left="102" w:right="21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42" w:footer="702" w:top="980" w:bottom="900" w:left="1220" w:right="12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46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34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2732" w:right="271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2" w:after="0" w:line="228" w:lineRule="exact"/>
              <w:ind w:left="102" w:right="6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"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e"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2" w:after="0" w:line="228" w:lineRule="exact"/>
              <w:ind w:left="102" w:right="66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Date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027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19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ureau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prede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010" w:hRule="exact"/>
        </w:trPr>
        <w:tc>
          <w:tcPr>
            <w:tcW w:w="16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028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10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orpor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nts.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www.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930" w:hRule="exact"/>
        </w:trPr>
        <w:tc>
          <w:tcPr>
            <w:tcW w:w="16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029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8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areas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e).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“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”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tes.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;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(F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930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030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21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er’s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’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e)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2,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orand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“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tes.”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9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(th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p).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589" w:hRule="exact"/>
        </w:trPr>
        <w:tc>
          <w:tcPr>
            <w:tcW w:w="16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031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_1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24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8" w:after="0" w:line="282" w:lineRule="auto"/>
              <w:ind w:left="102" w:right="251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2" w:after="0" w:line="230" w:lineRule="exact"/>
              <w:ind w:left="102" w:right="29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tored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orpo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ata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9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areho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2" w:hRule="exact"/>
        </w:trPr>
        <w:tc>
          <w:tcPr>
            <w:tcW w:w="16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032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_2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4" w:after="0" w:line="228" w:lineRule="exact"/>
              <w:ind w:left="102" w:right="21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Ch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033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_3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Ch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6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034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_4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035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_5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036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0" w:after="0" w:line="239" w:lineRule="auto"/>
              <w:ind w:left="102" w:right="37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ta)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’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17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2" w:hRule="exact"/>
        </w:trPr>
        <w:tc>
          <w:tcPr>
            <w:tcW w:w="16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037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_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0" w:after="0" w:line="239" w:lineRule="auto"/>
              <w:ind w:left="102" w:right="12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er’s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99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42" w:footer="702" w:top="980" w:bottom="900" w:left="1220" w:right="12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46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34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2732" w:right="271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238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039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_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7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wn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atch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tored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2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44" w:after="0" w:line="228" w:lineRule="exact"/>
              <w:ind w:left="102" w:right="45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when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does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16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040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_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38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639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041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_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“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”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ata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nto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</w:t>
            </w:r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042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_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1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“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”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’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when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't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tored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917" w:hRule="exact"/>
        </w:trPr>
        <w:tc>
          <w:tcPr>
            <w:tcW w:w="16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043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5.5.1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7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30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ted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arts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919" w:hRule="exact"/>
        </w:trPr>
        <w:tc>
          <w:tcPr>
            <w:tcW w:w="16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7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18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e,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am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auto"/>
        <w:ind w:left="220" w:right="-20"/>
        <w:jc w:val="left"/>
        <w:tabs>
          <w:tab w:pos="94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2.7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List</w:t>
      </w:r>
      <w:r>
        <w:rPr>
          <w:rFonts w:ascii="Arial" w:hAnsi="Arial" w:cs="Arial" w:eastAsia="Arial"/>
          <w:sz w:val="32"/>
          <w:szCs w:val="3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32"/>
          <w:szCs w:val="3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7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orts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84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arte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ho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eral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erage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1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erent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742" w:footer="702" w:top="980" w:bottom="900" w:left="1220" w:right="12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15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Cur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0CG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9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ary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ural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C)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Dup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tacts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1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erent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742" w:footer="702" w:top="980" w:bottom="900" w:left="1300" w:right="130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15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Date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Due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Quarter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Due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9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utrea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1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grea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than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10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eral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Form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For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1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op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10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742" w:footer="702" w:top="980" w:bottom="900" w:left="1300" w:right="130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15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Hour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tact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Rur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220" w:right="-20"/>
        <w:jc w:val="left"/>
        <w:tabs>
          <w:tab w:pos="5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20" w:right="-20"/>
        <w:jc w:val="left"/>
        <w:tabs>
          <w:tab w:pos="102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2.8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G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ra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hical</w:t>
      </w:r>
      <w:r>
        <w:rPr>
          <w:rFonts w:ascii="Arial" w:hAnsi="Arial" w:cs="Arial" w:eastAsia="Arial"/>
          <w:sz w:val="32"/>
          <w:szCs w:val="32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ser</w:t>
      </w:r>
      <w:r>
        <w:rPr>
          <w:rFonts w:ascii="Arial" w:hAnsi="Arial" w:cs="Arial" w:eastAsia="Arial"/>
          <w:sz w:val="32"/>
          <w:szCs w:val="3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ace</w:t>
      </w:r>
      <w:r>
        <w:rPr>
          <w:rFonts w:ascii="Arial" w:hAnsi="Arial" w:cs="Arial" w:eastAsia="Arial"/>
          <w:sz w:val="32"/>
          <w:szCs w:val="32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(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G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32"/>
          <w:szCs w:val="3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Specifi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ati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ns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25" w:lineRule="exact"/>
        <w:ind w:left="254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able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2.8: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aph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ifi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1188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24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21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4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3092" w:right="307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469" w:hRule="exact"/>
        </w:trPr>
        <w:tc>
          <w:tcPr>
            <w:tcW w:w="1188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74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15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ex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UI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For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orate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grap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UI)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ata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UI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08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ered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hyperlink r:id="rId12">
              <w:r>
                <w:rPr>
                  <w:rFonts w:ascii="Arial" w:hAnsi="Arial" w:cs="Arial" w:eastAsia="Arial"/>
                  <w:sz w:val="20"/>
                  <w:szCs w:val="20"/>
                  <w:spacing w:val="0"/>
                  <w:w w:val="100"/>
                </w:rPr>
                <w:t> </w:t>
              </w:r>
              <w:r>
                <w:rPr>
                  <w:rFonts w:ascii="Arial" w:hAnsi="Arial" w:cs="Arial" w:eastAsia="Arial"/>
                  <w:sz w:val="20"/>
                  <w:szCs w:val="20"/>
                  <w:spacing w:val="0"/>
                  <w:w w:val="100"/>
                </w:rPr>
                <w:t>ht</w:t>
              </w:r>
              <w:r>
                <w:rPr>
                  <w:rFonts w:ascii="Arial" w:hAnsi="Arial" w:cs="Arial" w:eastAsia="Arial"/>
                  <w:sz w:val="20"/>
                  <w:szCs w:val="20"/>
                  <w:spacing w:val="-1"/>
                  <w:w w:val="100"/>
                </w:rPr>
                <w:t>t</w:t>
              </w:r>
              <w:r>
                <w:rPr>
                  <w:rFonts w:ascii="Arial" w:hAnsi="Arial" w:cs="Arial" w:eastAsia="Arial"/>
                  <w:sz w:val="20"/>
                  <w:szCs w:val="20"/>
                  <w:spacing w:val="0"/>
                  <w:w w:val="100"/>
                </w:rPr>
                <w:t>p:</w:t>
              </w:r>
              <w:r>
                <w:rPr>
                  <w:rFonts w:ascii="Arial" w:hAnsi="Arial" w:cs="Arial" w:eastAsia="Arial"/>
                  <w:sz w:val="20"/>
                  <w:szCs w:val="20"/>
                  <w:spacing w:val="-1"/>
                  <w:w w:val="100"/>
                </w:rPr>
                <w:t>/</w:t>
              </w:r>
              <w:r>
                <w:rPr>
                  <w:rFonts w:ascii="Arial" w:hAnsi="Arial" w:cs="Arial" w:eastAsia="Arial"/>
                  <w:sz w:val="20"/>
                  <w:szCs w:val="20"/>
                  <w:spacing w:val="2"/>
                  <w:w w:val="100"/>
                </w:rPr>
                <w:t>/</w:t>
              </w:r>
              <w:r>
                <w:rPr>
                  <w:rFonts w:ascii="Arial" w:hAnsi="Arial" w:cs="Arial" w:eastAsia="Arial"/>
                  <w:sz w:val="20"/>
                  <w:szCs w:val="20"/>
                  <w:spacing w:val="0"/>
                  <w:w w:val="100"/>
                </w:rPr>
                <w:t>www.</w:t>
              </w:r>
              <w:r>
                <w:rPr>
                  <w:rFonts w:ascii="Arial" w:hAnsi="Arial" w:cs="Arial" w:eastAsia="Arial"/>
                  <w:sz w:val="20"/>
                  <w:szCs w:val="20"/>
                  <w:spacing w:val="1"/>
                  <w:w w:val="100"/>
                </w:rPr>
                <w:t>s</w:t>
              </w:r>
              <w:r>
                <w:rPr>
                  <w:rFonts w:ascii="Arial" w:hAnsi="Arial" w:cs="Arial" w:eastAsia="Arial"/>
                  <w:sz w:val="20"/>
                  <w:szCs w:val="20"/>
                  <w:spacing w:val="0"/>
                  <w:w w:val="100"/>
                </w:rPr>
                <w:t>e</w:t>
              </w:r>
              <w:r>
                <w:rPr>
                  <w:rFonts w:ascii="Arial" w:hAnsi="Arial" w:cs="Arial" w:eastAsia="Arial"/>
                  <w:sz w:val="20"/>
                  <w:szCs w:val="20"/>
                  <w:spacing w:val="1"/>
                  <w:w w:val="100"/>
                </w:rPr>
                <w:t>c</w:t>
              </w:r>
              <w:r>
                <w:rPr>
                  <w:rFonts w:ascii="Arial" w:hAnsi="Arial" w:cs="Arial" w:eastAsia="Arial"/>
                  <w:sz w:val="20"/>
                  <w:szCs w:val="20"/>
                  <w:spacing w:val="2"/>
                  <w:w w:val="100"/>
                </w:rPr>
                <w:t>t</w:t>
              </w:r>
              <w:r>
                <w:rPr>
                  <w:rFonts w:ascii="Arial" w:hAnsi="Arial" w:cs="Arial" w:eastAsia="Arial"/>
                  <w:sz w:val="20"/>
                  <w:szCs w:val="20"/>
                  <w:spacing w:val="-1"/>
                  <w:w w:val="100"/>
                </w:rPr>
                <w:t>i</w:t>
              </w:r>
              <w:r>
                <w:rPr>
                  <w:rFonts w:ascii="Arial" w:hAnsi="Arial" w:cs="Arial" w:eastAsia="Arial"/>
                  <w:sz w:val="20"/>
                  <w:szCs w:val="20"/>
                  <w:spacing w:val="0"/>
                  <w:w w:val="100"/>
                </w:rPr>
                <w:t>o</w:t>
              </w:r>
              <w:r>
                <w:rPr>
                  <w:rFonts w:ascii="Arial" w:hAnsi="Arial" w:cs="Arial" w:eastAsia="Arial"/>
                  <w:sz w:val="20"/>
                  <w:szCs w:val="20"/>
                  <w:spacing w:val="1"/>
                  <w:w w:val="100"/>
                </w:rPr>
                <w:t>n</w:t>
              </w:r>
              <w:r>
                <w:rPr>
                  <w:rFonts w:ascii="Arial" w:hAnsi="Arial" w:cs="Arial" w:eastAsia="Arial"/>
                  <w:sz w:val="20"/>
                  <w:szCs w:val="20"/>
                  <w:spacing w:val="0"/>
                  <w:w w:val="100"/>
                </w:rPr>
                <w:t>5</w:t>
              </w:r>
              <w:r>
                <w:rPr>
                  <w:rFonts w:ascii="Arial" w:hAnsi="Arial" w:cs="Arial" w:eastAsia="Arial"/>
                  <w:sz w:val="20"/>
                  <w:szCs w:val="20"/>
                  <w:spacing w:val="-1"/>
                  <w:w w:val="100"/>
                </w:rPr>
                <w:t>0</w:t>
              </w:r>
              <w:r>
                <w:rPr>
                  <w:rFonts w:ascii="Arial" w:hAnsi="Arial" w:cs="Arial" w:eastAsia="Arial"/>
                  <w:sz w:val="20"/>
                  <w:szCs w:val="20"/>
                  <w:spacing w:val="0"/>
                  <w:w w:val="100"/>
                </w:rPr>
                <w:t>8</w:t>
              </w:r>
              <w:r>
                <w:rPr>
                  <w:rFonts w:ascii="Arial" w:hAnsi="Arial" w:cs="Arial" w:eastAsia="Arial"/>
                  <w:sz w:val="20"/>
                  <w:szCs w:val="20"/>
                  <w:spacing w:val="2"/>
                  <w:w w:val="100"/>
                </w:rPr>
                <w:t>.</w:t>
              </w:r>
              <w:r>
                <w:rPr>
                  <w:rFonts w:ascii="Arial" w:hAnsi="Arial" w:cs="Arial" w:eastAsia="Arial"/>
                  <w:sz w:val="20"/>
                  <w:szCs w:val="20"/>
                  <w:spacing w:val="0"/>
                  <w:w w:val="100"/>
                </w:rPr>
                <w:t>g</w:t>
              </w:r>
              <w:r>
                <w:rPr>
                  <w:rFonts w:ascii="Arial" w:hAnsi="Arial" w:cs="Arial" w:eastAsia="Arial"/>
                  <w:sz w:val="20"/>
                  <w:szCs w:val="20"/>
                  <w:spacing w:val="1"/>
                  <w:w w:val="100"/>
                </w:rPr>
                <w:t>o</w:t>
              </w:r>
              <w:r>
                <w:rPr>
                  <w:rFonts w:ascii="Arial" w:hAnsi="Arial" w:cs="Arial" w:eastAsia="Arial"/>
                  <w:sz w:val="20"/>
                  <w:szCs w:val="20"/>
                  <w:spacing w:val="-1"/>
                  <w:w w:val="100"/>
                </w:rPr>
                <w:t>v</w:t>
              </w:r>
              <w:r>
                <w:rPr>
                  <w:rFonts w:ascii="Arial" w:hAnsi="Arial" w:cs="Arial" w:eastAsia="Arial"/>
                  <w:sz w:val="20"/>
                  <w:szCs w:val="20"/>
                  <w:spacing w:val="0"/>
                  <w:w w:val="100"/>
                </w:rPr>
                <w:t>.</w:t>
              </w:r>
              <w:r>
                <w:rPr>
                  <w:rFonts w:ascii="Arial" w:hAnsi="Arial" w:cs="Arial" w:eastAsia="Arial"/>
                  <w:sz w:val="20"/>
                  <w:szCs w:val="20"/>
                  <w:spacing w:val="0"/>
                  <w:w w:val="100"/>
                </w:rPr>
              </w:r>
            </w:hyperlink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18" w:after="0" w:line="240" w:lineRule="auto"/>
        <w:ind w:left="220" w:right="-20"/>
        <w:jc w:val="left"/>
        <w:tabs>
          <w:tab w:pos="102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2.9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Mult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-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32"/>
          <w:szCs w:val="32"/>
          <w:spacing w:val="-22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Specifi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ati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ns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5" w:lineRule="exact"/>
        <w:ind w:left="296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able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2.9: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ult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onal</w:t>
      </w:r>
      <w:r>
        <w:rPr>
          <w:rFonts w:ascii="Arial" w:hAnsi="Arial" w:cs="Arial" w:eastAsia="Arial"/>
          <w:sz w:val="20"/>
          <w:szCs w:val="20"/>
          <w:spacing w:val="-1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pe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ific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6" w:hRule="exact"/>
        </w:trPr>
        <w:tc>
          <w:tcPr>
            <w:tcW w:w="1188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24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21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4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3092" w:right="307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2" w:hRule="exact"/>
        </w:trPr>
        <w:tc>
          <w:tcPr>
            <w:tcW w:w="1188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7490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40" w:after="0" w:line="239" w:lineRule="auto"/>
              <w:ind w:left="102" w:right="36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e/U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UI/UCD)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8" w:after="0" w:line="240" w:lineRule="auto"/>
        <w:ind w:left="22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2.10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Pe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rm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nce</w:t>
      </w:r>
      <w:r>
        <w:rPr>
          <w:rFonts w:ascii="Arial" w:hAnsi="Arial" w:cs="Arial" w:eastAsia="Arial"/>
          <w:sz w:val="32"/>
          <w:szCs w:val="32"/>
          <w:spacing w:val="-2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ecific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ti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039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able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2.10: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ance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if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1188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24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21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49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3092" w:right="307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188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74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42" w:after="0" w:line="228" w:lineRule="exact"/>
              <w:ind w:left="102" w:right="84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42" w:footer="702" w:top="980" w:bottom="900" w:left="1220" w:right="12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18" w:after="0" w:line="240" w:lineRule="auto"/>
        <w:ind w:left="22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2.11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Q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ual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4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32"/>
          <w:szCs w:val="32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tr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es</w:t>
      </w:r>
      <w:r>
        <w:rPr>
          <w:rFonts w:ascii="Arial" w:hAnsi="Arial" w:cs="Arial" w:eastAsia="Arial"/>
          <w:sz w:val="32"/>
          <w:szCs w:val="32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pec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fica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25" w:lineRule="exact"/>
        <w:ind w:left="281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able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2.11: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ual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es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cificati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1188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24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21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49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3092" w:right="307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1188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74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75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ata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urate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erts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8" w:after="0" w:line="240" w:lineRule="auto"/>
        <w:ind w:left="22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2.12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Reliabil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4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32"/>
          <w:szCs w:val="32"/>
          <w:spacing w:val="-2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ifica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25" w:lineRule="exact"/>
        <w:ind w:left="317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able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2.12: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li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bili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ific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io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1188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24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21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49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3092" w:right="307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188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74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46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ards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8" w:after="0" w:line="240" w:lineRule="auto"/>
        <w:ind w:left="22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2.13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Scope</w:t>
      </w:r>
      <w:r>
        <w:rPr>
          <w:rFonts w:ascii="Arial" w:hAnsi="Arial" w:cs="Arial" w:eastAsia="Arial"/>
          <w:sz w:val="32"/>
          <w:szCs w:val="32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grat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25" w:lineRule="exact"/>
        <w:ind w:left="3476" w:right="3457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able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2.13: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position w:val="-1"/>
        </w:rPr>
        <w:t>ion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6" w:hRule="exact"/>
        </w:trPr>
        <w:tc>
          <w:tcPr>
            <w:tcW w:w="1188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97" w:after="0" w:line="240" w:lineRule="auto"/>
              <w:ind w:left="24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97" w:after="0" w:line="240" w:lineRule="auto"/>
              <w:ind w:left="21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4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97" w:after="0" w:line="240" w:lineRule="auto"/>
              <w:ind w:left="3092" w:right="307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2" w:hRule="exact"/>
        </w:trPr>
        <w:tc>
          <w:tcPr>
            <w:tcW w:w="1188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74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2" w:right="5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ex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8" w:after="0" w:line="240" w:lineRule="auto"/>
        <w:ind w:left="22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2.14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Secur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4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32"/>
          <w:szCs w:val="32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peci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icati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ns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5" w:lineRule="exact"/>
        <w:ind w:left="3255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able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2.14: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pe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ific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1188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24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21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49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3092" w:right="307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010" w:hRule="exact"/>
        </w:trPr>
        <w:tc>
          <w:tcPr>
            <w:tcW w:w="1188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74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2" w:right="21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18" w:after="0" w:line="240" w:lineRule="auto"/>
        <w:ind w:left="22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2.15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-5"/>
          <w:w w:val="100"/>
          <w:b/>
          <w:bCs/>
        </w:rPr>
        <w:t>y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32"/>
          <w:szCs w:val="32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Fe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es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520" w:right="3502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able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2.15: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stem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Feat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es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1188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24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21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49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3092" w:right="307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1188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74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42" w:after="0" w:line="228" w:lineRule="exact"/>
              <w:ind w:left="102" w:right="49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tures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42" w:footer="702" w:top="980" w:bottom="900" w:left="1220" w:right="12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0" w:after="0" w:line="240" w:lineRule="auto"/>
        <w:ind w:left="234" w:right="-20"/>
        <w:jc w:val="left"/>
        <w:rPr>
          <w:rFonts w:ascii="Arial" w:hAnsi="Arial" w:cs="Arial" w:eastAsia="Arial"/>
          <w:sz w:val="31"/>
          <w:szCs w:val="31"/>
        </w:rPr>
      </w:pPr>
      <w:rPr/>
      <w:r>
        <w:rPr>
          <w:rFonts w:ascii="Arial" w:hAnsi="Arial" w:cs="Arial" w:eastAsia="Arial"/>
          <w:sz w:val="31"/>
          <w:szCs w:val="31"/>
          <w:color w:val="010101"/>
          <w:spacing w:val="0"/>
          <w:w w:val="100"/>
          <w:b/>
          <w:bCs/>
        </w:rPr>
        <w:t>2.1</w:t>
      </w:r>
      <w:r>
        <w:rPr>
          <w:rFonts w:ascii="Arial" w:hAnsi="Arial" w:cs="Arial" w:eastAsia="Arial"/>
          <w:sz w:val="31"/>
          <w:szCs w:val="31"/>
          <w:color w:val="010101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31"/>
          <w:szCs w:val="31"/>
          <w:color w:val="010101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1"/>
          <w:szCs w:val="31"/>
          <w:color w:val="01010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31"/>
          <w:szCs w:val="31"/>
          <w:color w:val="010101"/>
          <w:spacing w:val="0"/>
          <w:w w:val="100"/>
          <w:b/>
          <w:bCs/>
        </w:rPr>
        <w:t>Usabilit</w:t>
      </w:r>
      <w:r>
        <w:rPr>
          <w:rFonts w:ascii="Arial" w:hAnsi="Arial" w:cs="Arial" w:eastAsia="Arial"/>
          <w:sz w:val="31"/>
          <w:szCs w:val="31"/>
          <w:color w:val="01010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31"/>
          <w:szCs w:val="31"/>
          <w:color w:val="010101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31"/>
          <w:szCs w:val="31"/>
          <w:color w:val="010101"/>
          <w:spacing w:val="0"/>
          <w:w w:val="102"/>
          <w:b/>
          <w:bCs/>
        </w:rPr>
        <w:t>Specifications</w:t>
      </w:r>
      <w:r>
        <w:rPr>
          <w:rFonts w:ascii="Arial" w:hAnsi="Arial" w:cs="Arial" w:eastAsia="Arial"/>
          <w:sz w:val="31"/>
          <w:szCs w:val="31"/>
          <w:color w:val="000000"/>
          <w:spacing w:val="0"/>
          <w:w w:val="10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23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010101"/>
          <w:spacing w:val="0"/>
          <w:w w:val="100"/>
          <w:b/>
          <w:bCs/>
        </w:rPr>
        <w:t>Tabl</w:t>
      </w:r>
      <w:r>
        <w:rPr>
          <w:rFonts w:ascii="Arial" w:hAnsi="Arial" w:cs="Arial" w:eastAsia="Arial"/>
          <w:sz w:val="20"/>
          <w:szCs w:val="20"/>
          <w:color w:val="01010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1010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10101"/>
          <w:spacing w:val="0"/>
          <w:w w:val="98"/>
          <w:b/>
          <w:bCs/>
        </w:rPr>
        <w:t>2.16</w:t>
      </w:r>
      <w:r>
        <w:rPr>
          <w:rFonts w:ascii="Arial" w:hAnsi="Arial" w:cs="Arial" w:eastAsia="Arial"/>
          <w:sz w:val="20"/>
          <w:szCs w:val="20"/>
          <w:color w:val="010101"/>
          <w:spacing w:val="0"/>
          <w:w w:val="99"/>
          <w:b/>
          <w:bCs/>
        </w:rPr>
        <w:t>:</w:t>
      </w:r>
      <w:r>
        <w:rPr>
          <w:rFonts w:ascii="Arial" w:hAnsi="Arial" w:cs="Arial" w:eastAsia="Arial"/>
          <w:sz w:val="20"/>
          <w:szCs w:val="20"/>
          <w:color w:val="010101"/>
          <w:spacing w:val="-2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10101"/>
          <w:spacing w:val="0"/>
          <w:w w:val="100"/>
          <w:b/>
          <w:bCs/>
        </w:rPr>
        <w:t>Usabilit</w:t>
      </w:r>
      <w:r>
        <w:rPr>
          <w:rFonts w:ascii="Arial" w:hAnsi="Arial" w:cs="Arial" w:eastAsia="Arial"/>
          <w:sz w:val="20"/>
          <w:szCs w:val="20"/>
          <w:color w:val="01010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color w:val="010101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10101"/>
          <w:spacing w:val="0"/>
          <w:w w:val="100"/>
          <w:b/>
          <w:bCs/>
        </w:rPr>
        <w:t>Specifications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7.600002" w:type="dxa"/>
      </w:tblPr>
      <w:tblGrid/>
      <w:tr>
        <w:trPr>
          <w:trHeight w:val="446" w:hRule="exact"/>
        </w:trPr>
        <w:tc>
          <w:tcPr>
            <w:tcW w:w="1188" w:type="dxa"/>
            <w:tcBorders>
              <w:top w:val="single" w:sz="5.76" w:space="0" w:color="000000"/>
              <w:bottom w:val="single" w:sz="5.76" w:space="0" w:color="000000"/>
              <w:left w:val="single" w:sz="5.76" w:space="0" w:color="000000"/>
              <w:right w:val="single" w:sz="5.76" w:space="0" w:color="000000"/>
            </w:tcBorders>
          </w:tcPr>
          <w:p>
            <w:pPr>
              <w:spacing w:before="93" w:after="0" w:line="240" w:lineRule="auto"/>
              <w:ind w:left="25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010101"/>
                <w:spacing w:val="0"/>
                <w:w w:val="109"/>
                <w:b/>
                <w:bCs/>
              </w:rPr>
              <w:t>REQID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5.76" w:space="0" w:color="000000"/>
              <w:bottom w:val="single" w:sz="5.76" w:space="0" w:color="000000"/>
              <w:left w:val="single" w:sz="5.76" w:space="0" w:color="000000"/>
              <w:right w:val="single" w:sz="5.76" w:space="0" w:color="000000"/>
            </w:tcBorders>
          </w:tcPr>
          <w:p>
            <w:pPr>
              <w:spacing w:before="93" w:after="0" w:line="240" w:lineRule="auto"/>
              <w:ind w:left="22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010101"/>
                <w:spacing w:val="0"/>
                <w:w w:val="103"/>
                <w:b/>
                <w:bCs/>
              </w:rPr>
              <w:t>PWS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488" w:type="dxa"/>
            <w:tcBorders>
              <w:top w:val="single" w:sz="5.76" w:space="0" w:color="000000"/>
              <w:bottom w:val="single" w:sz="5.76" w:space="0" w:color="000000"/>
              <w:left w:val="single" w:sz="5.76" w:space="0" w:color="000000"/>
              <w:right w:val="single" w:sz="5.76" w:space="0" w:color="000000"/>
            </w:tcBorders>
          </w:tcPr>
          <w:p>
            <w:pPr>
              <w:spacing w:before="93" w:after="0" w:line="240" w:lineRule="auto"/>
              <w:ind w:left="3097" w:right="305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010101"/>
                <w:spacing w:val="0"/>
                <w:w w:val="100"/>
                <w:b/>
                <w:bCs/>
              </w:rPr>
              <w:t>Requirement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1188" w:type="dxa"/>
            <w:tcBorders>
              <w:top w:val="single" w:sz="5.76" w:space="0" w:color="000000"/>
              <w:bottom w:val="single" w:sz="8.64" w:space="0" w:color="000000"/>
              <w:left w:val="single" w:sz="5.76" w:space="0" w:color="000000"/>
              <w:right w:val="single" w:sz="5.76" w:space="0" w:color="000000"/>
            </w:tcBorders>
          </w:tcPr>
          <w:p>
            <w:pPr>
              <w:spacing w:before="37" w:after="0" w:line="240" w:lineRule="auto"/>
              <w:ind w:left="101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0"/>
                <w:w w:val="105"/>
              </w:rPr>
              <w:t>SYSS-057</w:t>
            </w:r>
            <w:r>
              <w:rPr>
                <w:rFonts w:ascii="Arial" w:hAnsi="Arial" w:cs="Arial" w:eastAsia="Arial"/>
                <w:sz w:val="19"/>
                <w:szCs w:val="19"/>
                <w:color w:val="000000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5.76" w:space="0" w:color="000000"/>
              <w:bottom w:val="single" w:sz="8.64" w:space="0" w:color="000000"/>
              <w:left w:val="single" w:sz="5.76" w:space="0" w:color="000000"/>
              <w:right w:val="single" w:sz="5.76" w:space="0" w:color="000000"/>
            </w:tcBorders>
          </w:tcPr>
          <w:p>
            <w:pPr/>
            <w:rPr/>
          </w:p>
        </w:tc>
        <w:tc>
          <w:tcPr>
            <w:tcW w:w="7488" w:type="dxa"/>
            <w:tcBorders>
              <w:top w:val="single" w:sz="5.76" w:space="0" w:color="000000"/>
              <w:bottom w:val="single" w:sz="8.64" w:space="0" w:color="000000"/>
              <w:left w:val="single" w:sz="5.76" w:space="0" w:color="000000"/>
              <w:right w:val="single" w:sz="5.76" w:space="0" w:color="000000"/>
            </w:tcBorders>
          </w:tcPr>
          <w:p>
            <w:pPr>
              <w:spacing w:before="45" w:after="0" w:line="240" w:lineRule="auto"/>
              <w:ind w:left="101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0"/>
                <w:w w:val="100"/>
              </w:rPr>
              <w:t>update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0"/>
                <w:w w:val="100"/>
              </w:rPr>
              <w:t>CAT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0"/>
                <w:w w:val="100"/>
              </w:rPr>
              <w:t>syste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0"/>
                <w:w w:val="100"/>
              </w:rPr>
              <w:t>shall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0"/>
                <w:w w:val="100"/>
              </w:rPr>
              <w:t>follo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3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0"/>
                <w:w w:val="100"/>
              </w:rPr>
              <w:t>existin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4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0"/>
                <w:w w:val="100"/>
              </w:rPr>
              <w:t>CAT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2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0"/>
                <w:w w:val="100"/>
              </w:rPr>
              <w:t>usabilit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color w:val="010101"/>
                <w:spacing w:val="0"/>
                <w:w w:val="104"/>
              </w:rPr>
              <w:t>specifications.</w:t>
            </w:r>
            <w:r>
              <w:rPr>
                <w:rFonts w:ascii="Arial" w:hAnsi="Arial" w:cs="Arial" w:eastAsia="Arial"/>
                <w:sz w:val="19"/>
                <w:szCs w:val="19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42" w:footer="702" w:top="980" w:bottom="900" w:left="1220" w:right="1220"/>
          <w:pgSz w:w="12240" w:h="15840"/>
        </w:sectPr>
      </w:pPr>
      <w:rPr/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40" w:lineRule="auto"/>
        <w:ind w:left="140" w:right="-20"/>
        <w:jc w:val="left"/>
        <w:tabs>
          <w:tab w:pos="680" w:val="left"/>
        </w:tabs>
        <w:rPr>
          <w:rFonts w:ascii="Arial" w:hAnsi="Arial" w:cs="Arial" w:eastAsia="Arial"/>
          <w:sz w:val="36"/>
          <w:szCs w:val="36"/>
        </w:rPr>
      </w:pPr>
      <w:rPr/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3</w:t>
        <w:tab/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6"/>
          <w:szCs w:val="36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timation</w:t>
      </w:r>
      <w:r>
        <w:rPr>
          <w:rFonts w:ascii="Arial" w:hAnsi="Arial" w:cs="Arial" w:eastAsia="Arial"/>
          <w:sz w:val="36"/>
          <w:szCs w:val="36"/>
          <w:spacing w:val="0"/>
          <w:w w:val="100"/>
        </w:rPr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77" w:lineRule="auto"/>
        <w:ind w:left="140" w:right="427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exe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742" w:footer="702" w:top="980" w:bottom="900" w:left="1300" w:right="1280"/>
          <w:pgSz w:w="12240" w:h="15840"/>
        </w:sectPr>
      </w:pPr>
      <w:rPr/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40" w:lineRule="auto"/>
        <w:ind w:left="140" w:right="-20"/>
        <w:jc w:val="left"/>
        <w:tabs>
          <w:tab w:pos="680" w:val="left"/>
        </w:tabs>
        <w:rPr>
          <w:rFonts w:ascii="Arial" w:hAnsi="Arial" w:cs="Arial" w:eastAsia="Arial"/>
          <w:sz w:val="36"/>
          <w:szCs w:val="36"/>
        </w:rPr>
      </w:pPr>
      <w:rPr/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4</w:t>
        <w:tab/>
      </w:r>
      <w:r>
        <w:rPr>
          <w:rFonts w:ascii="Arial" w:hAnsi="Arial" w:cs="Arial" w:eastAsia="Arial"/>
          <w:sz w:val="36"/>
          <w:szCs w:val="36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36"/>
          <w:szCs w:val="36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pr</w:t>
      </w:r>
      <w:r>
        <w:rPr>
          <w:rFonts w:ascii="Arial" w:hAnsi="Arial" w:cs="Arial" w:eastAsia="Arial"/>
          <w:sz w:val="36"/>
          <w:szCs w:val="36"/>
          <w:spacing w:val="5"/>
          <w:w w:val="100"/>
          <w:b/>
          <w:bCs/>
        </w:rPr>
        <w:t>o</w:t>
      </w:r>
      <w:r>
        <w:rPr>
          <w:rFonts w:ascii="Arial" w:hAnsi="Arial" w:cs="Arial" w:eastAsia="Arial"/>
          <w:sz w:val="36"/>
          <w:szCs w:val="36"/>
          <w:spacing w:val="-6"/>
          <w:w w:val="100"/>
          <w:b/>
          <w:bCs/>
        </w:rPr>
        <w:t>v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Si</w:t>
      </w:r>
      <w:r>
        <w:rPr>
          <w:rFonts w:ascii="Arial" w:hAnsi="Arial" w:cs="Arial" w:eastAsia="Arial"/>
          <w:sz w:val="36"/>
          <w:szCs w:val="36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natures</w:t>
      </w:r>
      <w:r>
        <w:rPr>
          <w:rFonts w:ascii="Arial" w:hAnsi="Arial" w:cs="Arial" w:eastAsia="Arial"/>
          <w:sz w:val="36"/>
          <w:szCs w:val="36"/>
          <w:spacing w:val="0"/>
          <w:w w:val="100"/>
        </w:rPr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403" w:lineRule="auto"/>
        <w:ind w:left="140" w:right="733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&lt;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&gt;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&lt;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e&gt;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5" w:lineRule="exact"/>
        <w:ind w:left="14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d: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40" w:right="-20"/>
        <w:jc w:val="left"/>
        <w:tabs>
          <w:tab w:pos="734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24002pt;margin-top:-6.451829pt;width:433.389501pt;height:.1pt;mso-position-horizontal-relative:page;mso-position-vertical-relative:paragraph;z-index:-3456" coordorigin="1440,-129" coordsize="8668,2">
            <v:shape style="position:absolute;left:1440;top:-129;width:8668;height:2" coordorigin="1440,-129" coordsize="8668,0" path="m1440,-129l10108,-129e" filled="f" stroked="t" strokeweight=".627480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am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Date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25" w:lineRule="exact"/>
        <w:ind w:left="14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K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t,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tor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40" w:right="-20"/>
        <w:jc w:val="left"/>
        <w:tabs>
          <w:tab w:pos="734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24002pt;margin-top:-6.451829pt;width:433.389501pt;height:.1pt;mso-position-horizontal-relative:page;mso-position-vertical-relative:paragraph;z-index:-3455" coordorigin="1440,-129" coordsize="8668,2">
            <v:shape style="position:absolute;left:1440;top:-129;width:8668;height:2" coordorigin="1440,-129" coordsize="8668,0" path="m1440,-129l10108,-129e" filled="f" stroked="t" strokeweight=".627480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ef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Date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25" w:lineRule="exact"/>
        <w:ind w:left="14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erl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tor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40" w:right="-20"/>
        <w:jc w:val="left"/>
        <w:tabs>
          <w:tab w:pos="734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24002pt;margin-top:-6.451829pt;width:433.470097pt;height:.1pt;mso-position-horizontal-relative:page;mso-position-vertical-relative:paragraph;z-index:-3454" coordorigin="1440,-129" coordsize="8669,2">
            <v:shape style="position:absolute;left:1440;top:-129;width:8669;height:2" coordorigin="1440,-129" coordsize="8669,0" path="m1440,-129l10110,-129e" filled="f" stroked="t" strokeweight=".627480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Date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25" w:lineRule="exact"/>
        <w:ind w:left="14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-1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e,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are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ers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12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-1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D)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gram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40" w:right="-20"/>
        <w:jc w:val="left"/>
        <w:tabs>
          <w:tab w:pos="734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2.024002pt;margin-top:-6.451799pt;width:433.389501pt;height:.1pt;mso-position-horizontal-relative:page;mso-position-vertical-relative:paragraph;z-index:-3453" coordorigin="1440,-129" coordsize="8668,2">
            <v:shape style="position:absolute;left:1440;top:-129;width:8668;height:2" coordorigin="1440,-129" coordsize="8668,0" path="m1440,-129l10108,-129e" filled="f" stroked="t" strokeweight=".627480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Date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(PD)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742" w:footer="702" w:top="980" w:bottom="900" w:left="1300" w:right="130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18" w:after="0" w:line="240" w:lineRule="auto"/>
        <w:ind w:left="220" w:right="-20"/>
        <w:jc w:val="left"/>
        <w:tabs>
          <w:tab w:pos="238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</w:rPr>
        <w:t>App</w:t>
      </w:r>
      <w:r>
        <w:rPr>
          <w:rFonts w:ascii="Arial" w:hAnsi="Arial" w:cs="Arial" w:eastAsia="Arial"/>
          <w:sz w:val="32"/>
          <w:szCs w:val="32"/>
          <w:spacing w:val="1"/>
          <w:w w:val="100"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100"/>
        </w:rPr>
        <w:t>nd</w:t>
      </w:r>
      <w:r>
        <w:rPr>
          <w:rFonts w:ascii="Arial" w:hAnsi="Arial" w:cs="Arial" w:eastAsia="Arial"/>
          <w:sz w:val="32"/>
          <w:szCs w:val="32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spacing w:val="0"/>
          <w:w w:val="100"/>
        </w:rPr>
        <w:t>x</w:t>
      </w:r>
      <w:r>
        <w:rPr>
          <w:rFonts w:ascii="Arial" w:hAnsi="Arial" w:cs="Arial" w:eastAsia="Arial"/>
          <w:sz w:val="32"/>
          <w:szCs w:val="32"/>
          <w:spacing w:val="-14"/>
          <w:w w:val="100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</w:rPr>
        <w:t>A</w:t>
      </w:r>
      <w:r>
        <w:rPr>
          <w:rFonts w:ascii="Arial" w:hAnsi="Arial" w:cs="Arial" w:eastAsia="Arial"/>
          <w:sz w:val="32"/>
          <w:szCs w:val="32"/>
          <w:spacing w:val="0"/>
          <w:w w:val="100"/>
        </w:rPr>
        <w:tab/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  <w:r>
        <w:rPr>
          <w:rFonts w:ascii="Arial" w:hAnsi="Arial" w:cs="Arial" w:eastAsia="Arial"/>
          <w:sz w:val="32"/>
          <w:szCs w:val="32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-5"/>
          <w:w w:val="100"/>
          <w:b/>
          <w:bCs/>
        </w:rPr>
        <w:t>y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21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99" w:after="0" w:line="240" w:lineRule="auto"/>
              <w:ind w:left="3543" w:right="35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Des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RCD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2" w:hRule="exact"/>
        </w:trPr>
        <w:tc>
          <w:tcPr>
            <w:tcW w:w="1303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2" w:hRule="exact"/>
        </w:trPr>
        <w:tc>
          <w:tcPr>
            <w:tcW w:w="1303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CHA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am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tor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2" w:hRule="exact"/>
        </w:trPr>
        <w:tc>
          <w:tcPr>
            <w:tcW w:w="130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gram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FHIR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thcare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2" w:hRule="exact"/>
        </w:trPr>
        <w:tc>
          <w:tcPr>
            <w:tcW w:w="130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2" w:hRule="exact"/>
        </w:trPr>
        <w:tc>
          <w:tcPr>
            <w:tcW w:w="130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HL7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ICN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0" w:hRule="exact"/>
        </w:trPr>
        <w:tc>
          <w:tcPr>
            <w:tcW w:w="130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2" w:hRule="exact"/>
        </w:trPr>
        <w:tc>
          <w:tcPr>
            <w:tcW w:w="130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2" w:hRule="exact"/>
        </w:trPr>
        <w:tc>
          <w:tcPr>
            <w:tcW w:w="130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1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9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2" w:hRule="exact"/>
        </w:trPr>
        <w:tc>
          <w:tcPr>
            <w:tcW w:w="130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Req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2" w:hRule="exact"/>
        </w:trPr>
        <w:tc>
          <w:tcPr>
            <w:tcW w:w="1303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tured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SSN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ne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2" w:hRule="exact"/>
        </w:trPr>
        <w:tc>
          <w:tcPr>
            <w:tcW w:w="130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UCD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2" w:hRule="exact"/>
        </w:trPr>
        <w:tc>
          <w:tcPr>
            <w:tcW w:w="130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erans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NumType w:start="1"/>
          <w:pgMar w:footer="706" w:header="742" w:top="980" w:bottom="900" w:left="1220" w:right="1220"/>
          <w:footerReference w:type="default" r:id="rId13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21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100" w:after="0" w:line="240" w:lineRule="auto"/>
              <w:ind w:left="3543" w:right="35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Des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work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30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2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42" w:footer="706" w:top="980" w:bottom="900" w:left="1220" w:right="12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18" w:after="0" w:line="240" w:lineRule="auto"/>
        <w:ind w:left="140" w:right="-20"/>
        <w:jc w:val="left"/>
        <w:tabs>
          <w:tab w:pos="230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</w:rPr>
        <w:t>App</w:t>
      </w:r>
      <w:r>
        <w:rPr>
          <w:rFonts w:ascii="Arial" w:hAnsi="Arial" w:cs="Arial" w:eastAsia="Arial"/>
          <w:sz w:val="32"/>
          <w:szCs w:val="32"/>
          <w:spacing w:val="1"/>
          <w:w w:val="100"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100"/>
        </w:rPr>
        <w:t>nd</w:t>
      </w:r>
      <w:r>
        <w:rPr>
          <w:rFonts w:ascii="Arial" w:hAnsi="Arial" w:cs="Arial" w:eastAsia="Arial"/>
          <w:sz w:val="32"/>
          <w:szCs w:val="32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spacing w:val="0"/>
          <w:w w:val="100"/>
        </w:rPr>
        <w:t>x</w:t>
      </w:r>
      <w:r>
        <w:rPr>
          <w:rFonts w:ascii="Arial" w:hAnsi="Arial" w:cs="Arial" w:eastAsia="Arial"/>
          <w:sz w:val="32"/>
          <w:szCs w:val="32"/>
          <w:spacing w:val="-14"/>
          <w:w w:val="100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</w:rPr>
        <w:t>B</w:t>
      </w:r>
      <w:r>
        <w:rPr>
          <w:rFonts w:ascii="Arial" w:hAnsi="Arial" w:cs="Arial" w:eastAsia="Arial"/>
          <w:sz w:val="32"/>
          <w:szCs w:val="32"/>
          <w:spacing w:val="0"/>
          <w:w w:val="100"/>
        </w:rPr>
        <w:tab/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Refer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nce</w:t>
      </w:r>
      <w:r>
        <w:rPr>
          <w:rFonts w:ascii="Arial" w:hAnsi="Arial" w:cs="Arial" w:eastAsia="Arial"/>
          <w:sz w:val="32"/>
          <w:szCs w:val="32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rials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5" w:lineRule="auto"/>
        <w:ind w:left="140" w:right="307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1" w:lineRule="auto"/>
        <w:ind w:left="500" w:right="355" w:firstLine="-36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8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pril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erans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8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5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tal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#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29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5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RCD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13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1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–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e: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–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D).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1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24,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12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orand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5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3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15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CG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Revo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Chan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0" w:after="0" w:line="240" w:lineRule="auto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8" w:after="0" w:line="284" w:lineRule="exact"/>
        <w:ind w:left="140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  <w:position w:val="-1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99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99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99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99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99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99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/M</w:t>
      </w:r>
      <w:r>
        <w:rPr>
          <w:rFonts w:ascii="Arial" w:hAnsi="Arial" w:cs="Arial" w:eastAsia="Arial"/>
          <w:sz w:val="20"/>
          <w:szCs w:val="20"/>
          <w:spacing w:val="-2"/>
          <w:w w:val="99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gra</w:t>
      </w:r>
      <w:r>
        <w:rPr>
          <w:rFonts w:ascii="Arial" w:hAnsi="Arial" w:cs="Arial" w:eastAsia="Arial"/>
          <w:sz w:val="20"/>
          <w:szCs w:val="20"/>
          <w:spacing w:val="2"/>
          <w:w w:val="99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99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on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12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t,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(A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tach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5" w:after="0" w:line="240" w:lineRule="auto"/>
        <w:ind w:left="140" w:right="-20"/>
        <w:jc w:val="left"/>
        <w:tabs>
          <w:tab w:pos="4680" w:val="left"/>
          <w:tab w:pos="6920" w:val="left"/>
        </w:tabs>
        <w:rPr>
          <w:rFonts w:ascii="Arial Narrow" w:hAnsi="Arial Narrow" w:cs="Arial Narrow" w:eastAsia="Arial Narrow"/>
          <w:sz w:val="20"/>
          <w:szCs w:val="20"/>
        </w:rPr>
      </w:pPr>
      <w:rPr/>
      <w:r>
        <w:rPr/>
        <w:pict>
          <v:group style="position:absolute;margin-left:70.584pt;margin-top:-1.239874pt;width:470.95pt;height:.1pt;mso-position-horizontal-relative:page;mso-position-vertical-relative:paragraph;z-index:-3452" coordorigin="1412,-25" coordsize="9419,2">
            <v:shape style="position:absolute;left:1412;top:-25;width:9419;height:2" coordorigin="1412,-25" coordsize="9419,0" path="m1412,-25l10831,-25e" filled="f" stroked="t" strokeweight=".579980pt" strokecolor="#000000">
              <v:path arrowok="t"/>
            </v:shape>
          </v:group>
          <w10:wrap type="none"/>
        </w:pic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C</w:t>
      </w:r>
      <w:r>
        <w:rPr>
          <w:rFonts w:ascii="Arial Narrow" w:hAnsi="Arial Narrow" w:cs="Arial Narrow" w:eastAsia="Arial Narrow"/>
          <w:sz w:val="20"/>
          <w:szCs w:val="20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0"/>
          <w:szCs w:val="20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Rescue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ab/>
      </w:r>
      <w:r>
        <w:rPr>
          <w:rFonts w:ascii="Arial Narrow" w:hAnsi="Arial Narrow" w:cs="Arial Narrow" w:eastAsia="Arial Narrow"/>
          <w:sz w:val="20"/>
          <w:szCs w:val="20"/>
          <w:spacing w:val="-1"/>
          <w:w w:val="100"/>
        </w:rPr>
        <w:t>B</w:t>
      </w:r>
      <w:r>
        <w:rPr>
          <w:rFonts w:ascii="Arial Narrow" w:hAnsi="Arial Narrow" w:cs="Arial Narrow" w:eastAsia="Arial Narrow"/>
          <w:sz w:val="20"/>
          <w:szCs w:val="20"/>
          <w:spacing w:val="1"/>
          <w:w w:val="100"/>
        </w:rPr>
        <w:t>-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1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ab/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Release</w:t>
      </w:r>
      <w:r>
        <w:rPr>
          <w:rFonts w:ascii="Arial Narrow" w:hAnsi="Arial Narrow" w:cs="Arial Narrow" w:eastAsia="Arial Narrow"/>
          <w:sz w:val="20"/>
          <w:szCs w:val="20"/>
          <w:spacing w:val="-6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Dat</w:t>
      </w:r>
      <w:r>
        <w:rPr>
          <w:rFonts w:ascii="Arial Narrow" w:hAnsi="Arial Narrow" w:cs="Arial Narrow" w:eastAsia="Arial Narrow"/>
          <w:sz w:val="20"/>
          <w:szCs w:val="20"/>
          <w:spacing w:val="1"/>
          <w:w w:val="100"/>
        </w:rPr>
        <w:t>e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: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0"/>
          <w:szCs w:val="20"/>
          <w:spacing w:val="1"/>
          <w:w w:val="100"/>
        </w:rPr>
        <w:t>p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te</w:t>
      </w:r>
      <w:r>
        <w:rPr>
          <w:rFonts w:ascii="Arial Narrow" w:hAnsi="Arial Narrow" w:cs="Arial Narrow" w:eastAsia="Arial Narrow"/>
          <w:sz w:val="20"/>
          <w:szCs w:val="20"/>
          <w:spacing w:val="1"/>
          <w:w w:val="100"/>
        </w:rPr>
        <w:t>m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b</w:t>
      </w:r>
      <w:r>
        <w:rPr>
          <w:rFonts w:ascii="Arial Narrow" w:hAnsi="Arial Narrow" w:cs="Arial Narrow" w:eastAsia="Arial Narrow"/>
          <w:sz w:val="20"/>
          <w:szCs w:val="20"/>
          <w:spacing w:val="1"/>
          <w:w w:val="100"/>
        </w:rPr>
        <w:t>e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0"/>
          <w:szCs w:val="20"/>
          <w:spacing w:val="-7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10,</w:t>
      </w:r>
      <w:r>
        <w:rPr>
          <w:rFonts w:ascii="Arial Narrow" w:hAnsi="Arial Narrow" w:cs="Arial Narrow" w:eastAsia="Arial Narrow"/>
          <w:sz w:val="20"/>
          <w:szCs w:val="20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2015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footer="428" w:header="742" w:top="980" w:bottom="620" w:left="1300" w:right="1300"/>
          <w:footerReference w:type="default" r:id="rId14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18" w:after="0" w:line="240" w:lineRule="auto"/>
        <w:ind w:left="220" w:right="-20"/>
        <w:jc w:val="left"/>
        <w:tabs>
          <w:tab w:pos="238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</w:rPr>
        <w:t>App</w:t>
      </w:r>
      <w:r>
        <w:rPr>
          <w:rFonts w:ascii="Arial" w:hAnsi="Arial" w:cs="Arial" w:eastAsia="Arial"/>
          <w:sz w:val="32"/>
          <w:szCs w:val="32"/>
          <w:spacing w:val="1"/>
          <w:w w:val="100"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100"/>
        </w:rPr>
        <w:t>nd</w:t>
      </w:r>
      <w:r>
        <w:rPr>
          <w:rFonts w:ascii="Arial" w:hAnsi="Arial" w:cs="Arial" w:eastAsia="Arial"/>
          <w:sz w:val="32"/>
          <w:szCs w:val="32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spacing w:val="0"/>
          <w:w w:val="100"/>
        </w:rPr>
        <w:t>x</w:t>
      </w:r>
      <w:r>
        <w:rPr>
          <w:rFonts w:ascii="Arial" w:hAnsi="Arial" w:cs="Arial" w:eastAsia="Arial"/>
          <w:sz w:val="32"/>
          <w:szCs w:val="32"/>
          <w:spacing w:val="-14"/>
          <w:w w:val="100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</w:rPr>
        <w:t>C</w:t>
      </w:r>
      <w:r>
        <w:rPr>
          <w:rFonts w:ascii="Arial" w:hAnsi="Arial" w:cs="Arial" w:eastAsia="Arial"/>
          <w:sz w:val="32"/>
          <w:szCs w:val="32"/>
          <w:spacing w:val="0"/>
          <w:w w:val="100"/>
        </w:rPr>
        <w:tab/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  <w:r>
        <w:rPr>
          <w:rFonts w:ascii="Arial" w:hAnsi="Arial" w:cs="Arial" w:eastAsia="Arial"/>
          <w:sz w:val="32"/>
          <w:szCs w:val="32"/>
          <w:spacing w:val="4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escue</w:t>
      </w:r>
      <w:r>
        <w:rPr>
          <w:rFonts w:ascii="Arial" w:hAnsi="Arial" w:cs="Arial" w:eastAsia="Arial"/>
          <w:sz w:val="32"/>
          <w:szCs w:val="3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32"/>
          <w:szCs w:val="3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Gr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32"/>
          <w:szCs w:val="3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ess</w:t>
      </w:r>
      <w:r>
        <w:rPr>
          <w:rFonts w:ascii="Arial" w:hAnsi="Arial" w:cs="Arial" w:eastAsia="Arial"/>
          <w:sz w:val="32"/>
          <w:szCs w:val="3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32"/>
          <w:szCs w:val="32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els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0" w:after="0" w:line="360" w:lineRule="exact"/>
        <w:ind w:left="238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  <w:position w:val="-1"/>
        </w:rPr>
        <w:t>Doc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  <w:position w:val="-1"/>
        </w:rPr>
        <w:t>nt</w:t>
      </w:r>
      <w:r>
        <w:rPr>
          <w:rFonts w:ascii="Arial" w:hAnsi="Arial" w:cs="Arial" w:eastAsia="Arial"/>
          <w:sz w:val="32"/>
          <w:szCs w:val="32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25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34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Des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03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34" w:after="0" w:line="240" w:lineRule="auto"/>
              <w:ind w:left="23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and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320" w:hRule="exact"/>
        </w:trPr>
        <w:tc>
          <w:tcPr>
            <w:tcW w:w="2540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03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7" w:after="0" w:line="239" w:lineRule="auto"/>
              <w:ind w:left="100" w:right="20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erans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ser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gram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ns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244" w:right="123" w:firstLine="-14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Symbol" w:hAnsi="Symbol" w:cs="Symbol" w:eastAsia="Symbol"/>
                <w:sz w:val="20"/>
                <w:szCs w:val="20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group: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MC.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’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program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58" w:after="0" w:line="228" w:lineRule="exact"/>
              <w:ind w:left="244" w:right="397" w:firstLine="-14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Symbol" w:hAnsi="Symbol" w:cs="Symbol" w:eastAsia="Symbol"/>
                <w:sz w:val="20"/>
                <w:szCs w:val="20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eral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p: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Symbol" w:hAnsi="Symbol" w:cs="Symbol" w:eastAsia="Symbol"/>
                <w:sz w:val="20"/>
                <w:szCs w:val="20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196" w:hRule="exact"/>
        </w:trPr>
        <w:tc>
          <w:tcPr>
            <w:tcW w:w="254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03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7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propr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0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Symbol" w:hAnsi="Symbol" w:cs="Symbol" w:eastAsia="Symbol"/>
                <w:sz w:val="20"/>
                <w:szCs w:val="20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7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w/a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0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Read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Symbol" w:hAnsi="Symbol" w:cs="Symbol" w:eastAsia="Symbol"/>
                <w:sz w:val="20"/>
                <w:szCs w:val="20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834" w:hRule="exact"/>
        </w:trPr>
        <w:tc>
          <w:tcPr>
            <w:tcW w:w="254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03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4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3" w:after="0" w:line="238" w:lineRule="auto"/>
              <w:ind w:left="244" w:right="300" w:firstLine="-14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Symbol" w:hAnsi="Symbol" w:cs="Symbol" w:eastAsia="Symbol"/>
                <w:sz w:val="20"/>
                <w:szCs w:val="20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ex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’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389" w:hRule="exact"/>
        </w:trPr>
        <w:tc>
          <w:tcPr>
            <w:tcW w:w="254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HRC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03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36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/or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tacts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0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Symbol" w:hAnsi="Symbol" w:cs="Symbol" w:eastAsia="Symbol"/>
                <w:sz w:val="20"/>
                <w:szCs w:val="20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HRC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5" w:after="0" w:line="228" w:lineRule="exact"/>
              <w:ind w:left="443" w:right="965" w:firstLine="-14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tach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(e.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38" w:lineRule="auto"/>
              <w:ind w:left="443" w:right="164" w:firstLine="-14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tach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tact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ords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’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tach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56" w:after="0" w:line="230" w:lineRule="exact"/>
              <w:ind w:left="244" w:right="107" w:firstLine="-14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Symbol" w:hAnsi="Symbol" w:cs="Symbol" w:eastAsia="Symbol"/>
                <w:sz w:val="20"/>
                <w:szCs w:val="20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HRC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HRC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40" w:lineRule="auto"/>
        <w:ind w:left="220" w:right="-20"/>
        <w:jc w:val="left"/>
        <w:tabs>
          <w:tab w:pos="4760" w:val="left"/>
          <w:tab w:pos="7000" w:val="left"/>
        </w:tabs>
        <w:rPr>
          <w:rFonts w:ascii="Arial Narrow" w:hAnsi="Arial Narrow" w:cs="Arial Narrow" w:eastAsia="Arial Narrow"/>
          <w:sz w:val="20"/>
          <w:szCs w:val="20"/>
        </w:rPr>
      </w:pPr>
      <w:rPr/>
      <w:r>
        <w:rPr/>
        <w:pict>
          <v:group style="position:absolute;margin-left:70.584pt;margin-top:-1.239905pt;width:470.95pt;height:.1pt;mso-position-horizontal-relative:page;mso-position-vertical-relative:paragraph;z-index:-3451" coordorigin="1412,-25" coordsize="9419,2">
            <v:shape style="position:absolute;left:1412;top:-25;width:9419;height:2" coordorigin="1412,-25" coordsize="9419,0" path="m1412,-25l10831,-25e" filled="f" stroked="t" strokeweight=".58004pt" strokecolor="#000000">
              <v:path arrowok="t"/>
            </v:shape>
          </v:group>
          <w10:wrap type="none"/>
        </w:pic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C</w:t>
      </w:r>
      <w:r>
        <w:rPr>
          <w:rFonts w:ascii="Arial Narrow" w:hAnsi="Arial Narrow" w:cs="Arial Narrow" w:eastAsia="Arial Narrow"/>
          <w:sz w:val="20"/>
          <w:szCs w:val="20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0"/>
          <w:szCs w:val="20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Rescue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ab/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C</w:t>
      </w:r>
      <w:r>
        <w:rPr>
          <w:rFonts w:ascii="Arial Narrow" w:hAnsi="Arial Narrow" w:cs="Arial Narrow" w:eastAsia="Arial Narrow"/>
          <w:sz w:val="20"/>
          <w:szCs w:val="20"/>
          <w:spacing w:val="1"/>
          <w:w w:val="100"/>
        </w:rPr>
        <w:t>-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1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ab/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Release</w:t>
      </w:r>
      <w:r>
        <w:rPr>
          <w:rFonts w:ascii="Arial Narrow" w:hAnsi="Arial Narrow" w:cs="Arial Narrow" w:eastAsia="Arial Narrow"/>
          <w:sz w:val="20"/>
          <w:szCs w:val="20"/>
          <w:spacing w:val="-6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Dat</w:t>
      </w:r>
      <w:r>
        <w:rPr>
          <w:rFonts w:ascii="Arial Narrow" w:hAnsi="Arial Narrow" w:cs="Arial Narrow" w:eastAsia="Arial Narrow"/>
          <w:sz w:val="20"/>
          <w:szCs w:val="20"/>
          <w:spacing w:val="1"/>
          <w:w w:val="100"/>
        </w:rPr>
        <w:t>e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: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0"/>
          <w:szCs w:val="20"/>
          <w:spacing w:val="1"/>
          <w:w w:val="100"/>
        </w:rPr>
        <w:t>p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te</w:t>
      </w:r>
      <w:r>
        <w:rPr>
          <w:rFonts w:ascii="Arial Narrow" w:hAnsi="Arial Narrow" w:cs="Arial Narrow" w:eastAsia="Arial Narrow"/>
          <w:sz w:val="20"/>
          <w:szCs w:val="20"/>
          <w:spacing w:val="1"/>
          <w:w w:val="100"/>
        </w:rPr>
        <w:t>m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b</w:t>
      </w:r>
      <w:r>
        <w:rPr>
          <w:rFonts w:ascii="Arial Narrow" w:hAnsi="Arial Narrow" w:cs="Arial Narrow" w:eastAsia="Arial Narrow"/>
          <w:sz w:val="20"/>
          <w:szCs w:val="20"/>
          <w:spacing w:val="1"/>
          <w:w w:val="100"/>
        </w:rPr>
        <w:t>e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0"/>
          <w:szCs w:val="20"/>
          <w:spacing w:val="-7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10,</w:t>
      </w:r>
      <w:r>
        <w:rPr>
          <w:rFonts w:ascii="Arial Narrow" w:hAnsi="Arial Narrow" w:cs="Arial Narrow" w:eastAsia="Arial Narrow"/>
          <w:sz w:val="20"/>
          <w:szCs w:val="20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2015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742" w:footer="428" w:top="980" w:bottom="620" w:left="1220" w:right="12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25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34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Des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03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34" w:after="0" w:line="240" w:lineRule="auto"/>
              <w:ind w:left="23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and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15" w:hRule="exact"/>
        </w:trPr>
        <w:tc>
          <w:tcPr>
            <w:tcW w:w="25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03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42" w:after="0" w:line="228" w:lineRule="exact"/>
              <w:ind w:left="100" w:right="36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/or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tacts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Symbol" w:hAnsi="Symbol" w:cs="Symbol" w:eastAsia="Symbol"/>
                <w:sz w:val="20"/>
                <w:szCs w:val="20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30" w:lineRule="exact"/>
              <w:ind w:left="443" w:right="965" w:firstLine="-14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tach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(e.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30" w:lineRule="exact"/>
              <w:ind w:left="443" w:right="164" w:firstLine="-14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tach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ords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53" w:after="0" w:line="230" w:lineRule="exact"/>
              <w:ind w:left="244" w:right="131" w:firstLine="-14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Symbol" w:hAnsi="Symbol" w:cs="Symbol" w:eastAsia="Symbol"/>
                <w:sz w:val="20"/>
                <w:szCs w:val="20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up: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819" w:hRule="exact"/>
        </w:trPr>
        <w:tc>
          <w:tcPr>
            <w:tcW w:w="2540" w:type="dxa"/>
            <w:tcBorders>
              <w:top w:val="single" w:sz="4.6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038" w:type="dxa"/>
            <w:tcBorders>
              <w:top w:val="single" w:sz="4.6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95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prehe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CHA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program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0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Symbol" w:hAnsi="Symbol" w:cs="Symbol" w:eastAsia="Symbol"/>
                <w:sz w:val="20"/>
                <w:szCs w:val="20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Read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55" w:after="0" w:line="230" w:lineRule="exact"/>
              <w:ind w:left="244" w:right="1740" w:firstLine="-14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Symbol" w:hAnsi="Symbol" w:cs="Symbol" w:eastAsia="Symbol"/>
                <w:sz w:val="20"/>
                <w:szCs w:val="20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t)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grou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er/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6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Symbol" w:hAnsi="Symbol" w:cs="Symbol" w:eastAsia="Symbol"/>
                <w:sz w:val="20"/>
                <w:szCs w:val="20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t)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7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er/p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8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0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D)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8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w/e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0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8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Symbol" w:hAnsi="Symbol" w:cs="Symbol" w:eastAsia="Symbol"/>
                <w:sz w:val="20"/>
                <w:szCs w:val="20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7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8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0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30" w:lineRule="exact"/>
              <w:ind w:left="44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57" w:after="0" w:line="230" w:lineRule="exact"/>
              <w:ind w:left="244" w:right="942" w:firstLine="-14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Symbol" w:hAnsi="Symbol" w:cs="Symbol" w:eastAsia="Symbol"/>
                <w:sz w:val="20"/>
                <w:szCs w:val="20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CHA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HI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374" w:hRule="exact"/>
        </w:trPr>
        <w:tc>
          <w:tcPr>
            <w:tcW w:w="254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03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“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t”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Symbol" w:hAnsi="Symbol" w:cs="Symbol" w:eastAsia="Symbol"/>
                <w:sz w:val="20"/>
                <w:szCs w:val="20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30" w:lineRule="exact"/>
              <w:ind w:left="443" w:right="139" w:firstLine="-14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w/a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CB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er/p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9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can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top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5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“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”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NumType w:start="2"/>
          <w:pgMar w:footer="922" w:header="742" w:top="980" w:bottom="1120" w:left="1220" w:right="1220"/>
          <w:footerReference w:type="default" r:id="rId15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879997" w:type="dxa"/>
      </w:tblPr>
      <w:tblGrid/>
      <w:tr>
        <w:trPr>
          <w:trHeight w:val="449" w:hRule="exact"/>
        </w:trPr>
        <w:tc>
          <w:tcPr>
            <w:tcW w:w="25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34" w:after="0" w:line="240" w:lineRule="auto"/>
              <w:ind w:left="7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Des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03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34" w:after="0" w:line="240" w:lineRule="auto"/>
              <w:ind w:left="23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and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2" w:hRule="exact"/>
        </w:trPr>
        <w:tc>
          <w:tcPr>
            <w:tcW w:w="25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03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42" w:after="0" w:line="228" w:lineRule="exact"/>
              <w:ind w:left="100" w:right="7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ug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e,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tests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erates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Symbol" w:hAnsi="Symbol" w:cs="Symbol" w:eastAsia="Symbol"/>
                <w:sz w:val="20"/>
                <w:szCs w:val="20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30" w:lineRule="exact"/>
              <w:ind w:left="443" w:right="309" w:firstLine="-14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t/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e)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thro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gh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5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“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”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0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users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30" w:lineRule="exact"/>
              <w:ind w:left="44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415" w:hRule="exact"/>
        </w:trPr>
        <w:tc>
          <w:tcPr>
            <w:tcW w:w="2540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03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program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tor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Symbol" w:hAnsi="Symbol" w:cs="Symbol" w:eastAsia="Symbol"/>
                <w:sz w:val="20"/>
                <w:szCs w:val="20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7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w/e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ords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MCs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30" w:lineRule="exact"/>
              <w:ind w:left="408" w:right="129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’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N)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8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3" w:hRule="exact"/>
        </w:trPr>
        <w:tc>
          <w:tcPr>
            <w:tcW w:w="254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artners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03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42" w:after="0" w:line="228" w:lineRule="exact"/>
              <w:ind w:left="100" w:right="12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am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(pro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t,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sta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etc.).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Symbol" w:hAnsi="Symbol" w:cs="Symbol" w:eastAsia="Symbol"/>
                <w:sz w:val="20"/>
                <w:szCs w:val="20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7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8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1" w:after="0" w:line="239" w:lineRule="auto"/>
              <w:ind w:left="100" w:right="26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group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ts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685" w:hRule="exact"/>
        </w:trPr>
        <w:tc>
          <w:tcPr>
            <w:tcW w:w="254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9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03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Symbol" w:hAnsi="Symbol" w:cs="Symbol" w:eastAsia="Symbol"/>
                <w:sz w:val="20"/>
                <w:szCs w:val="20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7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/a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0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1" w:after="0" w:line="240" w:lineRule="auto"/>
        <w:ind w:left="220" w:right="-20"/>
        <w:jc w:val="left"/>
        <w:tabs>
          <w:tab w:pos="940" w:val="left"/>
        </w:tabs>
        <w:rPr>
          <w:rFonts w:ascii="Arial" w:hAnsi="Arial" w:cs="Arial" w:eastAsia="Arial"/>
          <w:sz w:val="30"/>
          <w:szCs w:val="30"/>
        </w:rPr>
      </w:pPr>
      <w:rPr/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C.1</w:t>
        <w:tab/>
      </w:r>
      <w:r>
        <w:rPr>
          <w:rFonts w:ascii="Arial" w:hAnsi="Arial" w:cs="Arial" w:eastAsia="Arial"/>
          <w:sz w:val="30"/>
          <w:szCs w:val="30"/>
          <w:spacing w:val="6"/>
          <w:w w:val="100"/>
          <w:b/>
          <w:bCs/>
        </w:rPr>
        <w:t>C</w:t>
      </w:r>
      <w:r>
        <w:rPr>
          <w:rFonts w:ascii="Arial" w:hAnsi="Arial" w:cs="Arial" w:eastAsia="Arial"/>
          <w:sz w:val="30"/>
          <w:szCs w:val="30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30"/>
          <w:szCs w:val="3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0"/>
          <w:szCs w:val="3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30"/>
          <w:szCs w:val="30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0"/>
          <w:szCs w:val="30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spacing w:val="-10"/>
          <w:w w:val="100"/>
          <w:b/>
          <w:bCs/>
        </w:rPr>
        <w:t>A</w:t>
      </w:r>
      <w:r>
        <w:rPr>
          <w:rFonts w:ascii="Arial" w:hAnsi="Arial" w:cs="Arial" w:eastAsia="Arial"/>
          <w:sz w:val="30"/>
          <w:szCs w:val="3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30"/>
          <w:szCs w:val="3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30"/>
          <w:szCs w:val="3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0"/>
          <w:szCs w:val="3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0"/>
          <w:szCs w:val="3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30"/>
          <w:szCs w:val="3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0"/>
          <w:szCs w:val="30"/>
          <w:spacing w:val="-1"/>
          <w:w w:val="100"/>
          <w:b/>
          <w:bCs/>
        </w:rPr>
        <w:t>q</w:t>
      </w:r>
      <w:r>
        <w:rPr>
          <w:rFonts w:ascii="Arial" w:hAnsi="Arial" w:cs="Arial" w:eastAsia="Arial"/>
          <w:sz w:val="30"/>
          <w:szCs w:val="30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0"/>
          <w:szCs w:val="3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0"/>
          <w:szCs w:val="3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0"/>
          <w:szCs w:val="30"/>
          <w:spacing w:val="-3"/>
          <w:w w:val="100"/>
          <w:b/>
          <w:bCs/>
        </w:rPr>
        <w:t>m</w:t>
      </w:r>
      <w:r>
        <w:rPr>
          <w:rFonts w:ascii="Arial" w:hAnsi="Arial" w:cs="Arial" w:eastAsia="Arial"/>
          <w:sz w:val="30"/>
          <w:szCs w:val="3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0"/>
          <w:szCs w:val="30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30"/>
          <w:szCs w:val="30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0"/>
          <w:szCs w:val="30"/>
          <w:spacing w:val="0"/>
          <w:w w:val="100"/>
        </w:rPr>
      </w:r>
    </w:p>
    <w:p>
      <w:pPr>
        <w:spacing w:before="82" w:after="0" w:line="240" w:lineRule="auto"/>
        <w:ind w:left="22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used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4" w:after="0" w:line="240" w:lineRule="auto"/>
        <w:ind w:left="22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“IT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76" w:lineRule="auto"/>
        <w:ind w:left="220" w:right="343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wed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grant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users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742" w:footer="922" w:top="980" w:bottom="1120" w:left="1220" w:right="1220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40" w:lineRule="auto"/>
        <w:ind w:left="220" w:right="-20"/>
        <w:jc w:val="left"/>
        <w:tabs>
          <w:tab w:pos="940" w:val="left"/>
        </w:tabs>
        <w:rPr>
          <w:rFonts w:ascii="Arial" w:hAnsi="Arial" w:cs="Arial" w:eastAsia="Arial"/>
          <w:sz w:val="30"/>
          <w:szCs w:val="30"/>
        </w:rPr>
      </w:pPr>
      <w:rPr/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C.2</w:t>
        <w:tab/>
      </w:r>
      <w:r>
        <w:rPr>
          <w:rFonts w:ascii="Arial" w:hAnsi="Arial" w:cs="Arial" w:eastAsia="Arial"/>
          <w:sz w:val="30"/>
          <w:szCs w:val="30"/>
          <w:spacing w:val="6"/>
          <w:w w:val="100"/>
          <w:b/>
          <w:bCs/>
        </w:rPr>
        <w:t>C</w:t>
      </w:r>
      <w:r>
        <w:rPr>
          <w:rFonts w:ascii="Arial" w:hAnsi="Arial" w:cs="Arial" w:eastAsia="Arial"/>
          <w:sz w:val="30"/>
          <w:szCs w:val="30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30"/>
          <w:szCs w:val="3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0"/>
          <w:szCs w:val="3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30"/>
          <w:szCs w:val="30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0"/>
          <w:szCs w:val="3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–</w:t>
      </w:r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Us</w:t>
      </w:r>
      <w:r>
        <w:rPr>
          <w:rFonts w:ascii="Arial" w:hAnsi="Arial" w:cs="Arial" w:eastAsia="Arial"/>
          <w:sz w:val="30"/>
          <w:szCs w:val="3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30"/>
          <w:szCs w:val="3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30"/>
          <w:szCs w:val="3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0"/>
          <w:szCs w:val="30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0"/>
          <w:szCs w:val="30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30"/>
          <w:szCs w:val="30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spacing w:val="-10"/>
          <w:w w:val="100"/>
          <w:b/>
          <w:bCs/>
        </w:rPr>
        <w:t>A</w:t>
      </w:r>
      <w:r>
        <w:rPr>
          <w:rFonts w:ascii="Arial" w:hAnsi="Arial" w:cs="Arial" w:eastAsia="Arial"/>
          <w:sz w:val="30"/>
          <w:szCs w:val="3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30"/>
          <w:szCs w:val="3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30"/>
          <w:szCs w:val="3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0"/>
          <w:szCs w:val="30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0"/>
          <w:szCs w:val="3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30"/>
          <w:szCs w:val="30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30"/>
          <w:szCs w:val="30"/>
          <w:spacing w:val="-6"/>
          <w:w w:val="100"/>
          <w:b/>
          <w:bCs/>
        </w:rPr>
        <w:t>v</w:t>
      </w:r>
      <w:r>
        <w:rPr>
          <w:rFonts w:ascii="Arial" w:hAnsi="Arial" w:cs="Arial" w:eastAsia="Arial"/>
          <w:sz w:val="30"/>
          <w:szCs w:val="3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0"/>
          <w:szCs w:val="30"/>
          <w:spacing w:val="0"/>
          <w:w w:val="100"/>
          <w:b/>
          <w:bCs/>
        </w:rPr>
        <w:t>ls</w:t>
      </w:r>
      <w:r>
        <w:rPr>
          <w:rFonts w:ascii="Arial" w:hAnsi="Arial" w:cs="Arial" w:eastAsia="Arial"/>
          <w:sz w:val="30"/>
          <w:szCs w:val="30"/>
          <w:spacing w:val="0"/>
          <w:w w:val="100"/>
        </w:rPr>
      </w:r>
    </w:p>
    <w:p>
      <w:pPr>
        <w:spacing w:before="82" w:after="0" w:line="240" w:lineRule="auto"/>
        <w:ind w:left="22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erent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400003" w:type="dxa"/>
      </w:tblPr>
      <w:tblGrid/>
      <w:tr>
        <w:trPr>
          <w:trHeight w:val="725" w:hRule="exact"/>
        </w:trPr>
        <w:tc>
          <w:tcPr>
            <w:tcW w:w="1460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17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87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16"/>
                <w:szCs w:val="16"/>
                <w:spacing w:val="-2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6"/>
                <w:szCs w:val="16"/>
                <w:spacing w:val="-2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oup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4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43" w:after="0" w:line="240" w:lineRule="auto"/>
              <w:ind w:left="106" w:right="92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194" w:lineRule="exact"/>
              <w:ind w:left="190" w:right="174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*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40" w:after="0" w:line="240" w:lineRule="auto"/>
              <w:ind w:left="73" w:right="58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en.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1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36" w:after="0" w:line="194" w:lineRule="exact"/>
              <w:ind w:left="133" w:right="115" w:firstLine="-2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*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&amp;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103" w:lineRule="exact"/>
              <w:ind w:left="377" w:right="175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Pr/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99"/>
                <w:b/>
                <w:bCs/>
                <w:i/>
                <w:position w:val="-1"/>
              </w:rPr>
              <w:t>†</w:t>
            </w:r>
            <w:r>
              <w:rPr>
                <w:rFonts w:ascii="Calibri" w:hAnsi="Calibri" w:cs="Calibri" w:eastAsia="Calibri"/>
                <w:sz w:val="13"/>
                <w:szCs w:val="13"/>
                <w:spacing w:val="0"/>
                <w:w w:val="100"/>
                <w:position w:val="0"/>
              </w:rPr>
            </w:r>
          </w:p>
          <w:p>
            <w:pPr>
              <w:spacing w:before="0" w:after="0" w:line="136" w:lineRule="exact"/>
              <w:ind w:left="229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  <w:position w:val="2"/>
              </w:rPr>
              <w:t>SU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position w:val="0"/>
              </w:rPr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BEBEBE"/>
          </w:tcPr>
          <w:p>
            <w:pPr>
              <w:spacing w:before="17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209" w:right="18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18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BEBEBE"/>
          </w:tcPr>
          <w:p>
            <w:pPr>
              <w:spacing w:before="62" w:after="0" w:line="194" w:lineRule="exact"/>
              <w:ind w:left="119" w:right="100" w:firstLine="-1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V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M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6"/>
                <w:szCs w:val="16"/>
                <w:spacing w:val="-2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m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3" w:after="0" w:line="240" w:lineRule="auto"/>
              <w:ind w:left="281" w:right="261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*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898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8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194" w:lineRule="exact"/>
              <w:ind w:left="309" w:right="88" w:firstLine="-17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/HEC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Gen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90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BEBEBE"/>
          </w:tcPr>
          <w:p>
            <w:pPr>
              <w:spacing w:before="8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194" w:lineRule="exact"/>
              <w:ind w:left="354" w:right="93" w:firstLine="-216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/HEC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SU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BEBEBE"/>
          </w:tcPr>
          <w:p>
            <w:pPr>
              <w:spacing w:before="8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194" w:lineRule="exact"/>
              <w:ind w:left="220" w:right="62" w:firstLine="-11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B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PC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Gen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BEBEBE"/>
          </w:tcPr>
          <w:p>
            <w:pPr>
              <w:spacing w:before="8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194" w:lineRule="exact"/>
              <w:ind w:left="244" w:right="107" w:firstLine="-94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B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PC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t.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BEBEBE"/>
          </w:tcPr>
          <w:p>
            <w:pPr>
              <w:spacing w:before="8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194" w:lineRule="exact"/>
              <w:ind w:left="355" w:right="151" w:firstLine="-156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B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PC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SU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BEBEBE"/>
          </w:tcPr>
          <w:p>
            <w:pPr>
              <w:spacing w:before="62" w:after="0" w:line="194" w:lineRule="exact"/>
              <w:ind w:left="128" w:right="109" w:firstLine="-1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B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PC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M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P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VA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BEBEBE"/>
          </w:tcPr>
          <w:p>
            <w:pPr>
              <w:spacing w:before="8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194" w:lineRule="exact"/>
              <w:ind w:left="193" w:right="14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V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*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BEBEBE"/>
          </w:tcPr>
          <w:p>
            <w:pPr>
              <w:spacing w:before="8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194" w:lineRule="exact"/>
              <w:ind w:left="102" w:right="8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V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P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artn</w:t>
            </w:r>
            <w:r>
              <w:rPr>
                <w:rFonts w:ascii="Calibri" w:hAnsi="Calibri" w:cs="Calibri" w:eastAsia="Calibri"/>
                <w:sz w:val="16"/>
                <w:szCs w:val="16"/>
                <w:spacing w:val="-2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rs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BEBEBE"/>
          </w:tcPr>
          <w:p>
            <w:pPr>
              <w:spacing w:before="1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80" w:right="61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Wa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v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er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194" w:lineRule="exact"/>
              <w:ind w:left="188" w:right="168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j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.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104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BEBEBE"/>
          </w:tcPr>
          <w:p>
            <w:pPr>
              <w:spacing w:before="1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21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6"/>
                <w:szCs w:val="16"/>
                <w:spacing w:val="-2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b/>
                <w:bCs/>
              </w:rPr>
              <w:t>m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Sta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f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f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194" w:lineRule="exact"/>
              <w:ind w:left="167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(Tech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2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up)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BEBEBE"/>
          </w:tcPr>
          <w:p>
            <w:pPr>
              <w:spacing w:before="1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81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p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194" w:lineRule="exact"/>
              <w:ind w:left="17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b/>
                <w:bCs/>
              </w:rPr>
              <w:t>esk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1460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539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o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n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t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a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t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s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*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i/>
              </w:rPr>
              <w:t>*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*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4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165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1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141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226" w:right="20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18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left="141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898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23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90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left="23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left="226" w:right="20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left="267" w:right="254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315" w:right="297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722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left="143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809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left="269" w:right="252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left="226" w:right="207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104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left="30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6" w:after="0" w:line="240" w:lineRule="auto"/>
              <w:ind w:left="12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</w:tr>
      <w:tr>
        <w:trPr>
          <w:trHeight w:val="877" w:hRule="exact"/>
        </w:trPr>
        <w:tc>
          <w:tcPr>
            <w:tcW w:w="146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5" w:after="0" w:line="318" w:lineRule="exact"/>
              <w:ind w:left="196" w:right="54" w:firstLine="399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R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ec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r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s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*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*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*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(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I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n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l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.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s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t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i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p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n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2"/>
                <w:w w:val="100"/>
                <w:i/>
              </w:rPr>
              <w:t>/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t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i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er,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174" w:lineRule="exact"/>
              <w:ind w:left="619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  <w:position w:val="1"/>
              </w:rPr>
              <w:t>CHA</w:t>
            </w:r>
            <w:r>
              <w:rPr>
                <w:rFonts w:ascii="Calibri" w:hAnsi="Calibri" w:cs="Calibri" w:eastAsia="Calibri"/>
                <w:sz w:val="16"/>
                <w:szCs w:val="16"/>
                <w:spacing w:val="-3"/>
                <w:w w:val="100"/>
                <w:i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i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  <w:position w:val="1"/>
              </w:rPr>
              <w:t>VA)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position w:val="0"/>
              </w:rPr>
            </w:r>
          </w:p>
        </w:tc>
        <w:tc>
          <w:tcPr>
            <w:tcW w:w="54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65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1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2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41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26" w:right="20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41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89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15" w:right="295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90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15" w:right="30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26" w:right="20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8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90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7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P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69" w:right="252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43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69" w:right="252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26" w:right="207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104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0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2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2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</w:tr>
      <w:tr>
        <w:trPr>
          <w:trHeight w:val="480" w:hRule="exact"/>
        </w:trPr>
        <w:tc>
          <w:tcPr>
            <w:tcW w:w="1460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376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S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p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ec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i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f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i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R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ec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rd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194" w:lineRule="exact"/>
              <w:ind w:left="739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F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i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l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s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*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*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*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4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65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1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41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226" w:right="20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18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41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898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373" w:right="351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90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373" w:right="356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226" w:right="20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8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90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23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327" w:right="308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43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809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269" w:right="252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226" w:right="207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104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30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2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</w:tr>
      <w:tr>
        <w:trPr>
          <w:trHeight w:val="286" w:hRule="exact"/>
        </w:trPr>
        <w:tc>
          <w:tcPr>
            <w:tcW w:w="146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616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u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me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n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t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s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4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165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1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41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226" w:right="20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18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141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89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289" w:right="264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90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289" w:right="26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226" w:right="20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18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90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23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80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269" w:right="252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143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80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269" w:right="252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226" w:right="207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104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30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8" w:after="0" w:line="240" w:lineRule="auto"/>
              <w:ind w:left="12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</w:tr>
      <w:tr>
        <w:trPr>
          <w:trHeight w:val="482" w:hRule="exact"/>
        </w:trPr>
        <w:tc>
          <w:tcPr>
            <w:tcW w:w="146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517" w:right="48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A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p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p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l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i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a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t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i/>
              </w:rPr>
              <w:t>i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o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n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s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194" w:lineRule="exact"/>
              <w:ind w:left="702" w:right="52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A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p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p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a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l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ed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4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65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1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41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226" w:right="20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18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41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89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315" w:right="295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90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315" w:right="30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226" w:right="20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267" w:right="254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315" w:right="297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269" w:right="252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43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80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269" w:right="252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226" w:right="207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104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30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2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</w:tr>
      <w:tr>
        <w:trPr>
          <w:trHeight w:val="679" w:hRule="exact"/>
        </w:trPr>
        <w:tc>
          <w:tcPr>
            <w:tcW w:w="146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820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i/>
              </w:rPr>
              <w:t>W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a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i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vers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9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86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(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exce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p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t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i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n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i/>
              </w:rPr>
              <w:t>q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u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u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e)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4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71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2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18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89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90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72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26" w:right="20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67" w:right="254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15" w:right="297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69" w:right="252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80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72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194" w:lineRule="exact"/>
              <w:ind w:left="313" w:right="112" w:firstLine="-156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3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104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20" w:right="29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2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</w:tr>
      <w:tr>
        <w:trPr>
          <w:trHeight w:val="447" w:hRule="exact"/>
        </w:trPr>
        <w:tc>
          <w:tcPr>
            <w:tcW w:w="146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S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L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4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65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1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24" w:right="206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43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718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24" w:right="207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89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315" w:right="295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90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315" w:right="30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80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90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315" w:right="297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26" w:right="20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69" w:right="252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26" w:right="207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104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30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2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</w:tr>
      <w:tr>
        <w:trPr>
          <w:trHeight w:val="480" w:hRule="exact"/>
        </w:trPr>
        <w:tc>
          <w:tcPr>
            <w:tcW w:w="146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17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B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O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i/>
              </w:rPr>
              <w:t>P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3"/>
                <w:w w:val="100"/>
                <w:i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AT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i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s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ec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t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i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n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4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71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18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89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90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226" w:right="20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5" w:after="0" w:line="194" w:lineRule="exact"/>
              <w:ind w:left="357" w:right="74" w:firstLine="-242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90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7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80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80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72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104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30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2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</w:tr>
      <w:tr>
        <w:trPr>
          <w:trHeight w:val="761" w:hRule="exact"/>
        </w:trPr>
        <w:tc>
          <w:tcPr>
            <w:tcW w:w="146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386" w:lineRule="auto"/>
              <w:ind w:left="614" w:right="52" w:firstLine="-425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B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O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i/>
              </w:rPr>
              <w:t>P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2"/>
                <w:w w:val="100"/>
                <w:i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HA</w:t>
            </w:r>
            <w:r>
              <w:rPr>
                <w:rFonts w:ascii="Calibri" w:hAnsi="Calibri" w:cs="Calibri" w:eastAsia="Calibri"/>
                <w:sz w:val="16"/>
                <w:szCs w:val="16"/>
                <w:spacing w:val="-3"/>
                <w:w w:val="100"/>
                <w:i/>
              </w:rPr>
              <w:t>M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i/>
              </w:rPr>
              <w:t>P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VA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(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h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eck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b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x)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4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71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18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89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90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4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226" w:right="20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4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8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90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4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23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80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4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86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80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72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104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4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30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14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2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</w:tr>
      <w:tr>
        <w:trPr>
          <w:trHeight w:val="444" w:hRule="exact"/>
        </w:trPr>
        <w:tc>
          <w:tcPr>
            <w:tcW w:w="146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847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R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p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r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t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s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4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65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1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5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24" w:right="206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26" w:right="20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18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5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24" w:right="207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89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315" w:right="295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90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315" w:right="30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80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41" w:right="224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90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89" w:right="267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80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72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26" w:right="20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80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69" w:right="252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26" w:right="207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104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387" w:right="36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5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2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</w:tr>
      <w:tr>
        <w:trPr>
          <w:trHeight w:val="446" w:hRule="exact"/>
        </w:trPr>
        <w:tc>
          <w:tcPr>
            <w:tcW w:w="146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48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User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G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r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o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u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p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Ac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i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ess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4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71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41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26" w:right="20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18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89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90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3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80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90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3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80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72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80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72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104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30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2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</w:tr>
      <w:tr>
        <w:trPr>
          <w:trHeight w:val="445" w:hRule="exact"/>
        </w:trPr>
        <w:tc>
          <w:tcPr>
            <w:tcW w:w="146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470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CAT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i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S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o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f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t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w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a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re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4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71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18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89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90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80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90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80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80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72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104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2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</w:tr>
      <w:tr>
        <w:trPr>
          <w:trHeight w:val="446" w:hRule="exact"/>
        </w:trPr>
        <w:tc>
          <w:tcPr>
            <w:tcW w:w="146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CAT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  <w:i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a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m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i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n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t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o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  <w:i/>
              </w:rPr>
              <w:t>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  <w:i/>
              </w:rPr>
              <w:t>l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4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71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18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89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90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80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90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80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80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72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104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30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24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</w:p>
        </w:tc>
      </w:tr>
    </w:tbl>
    <w:p>
      <w:pPr>
        <w:jc w:val="left"/>
        <w:spacing w:after="0"/>
        <w:sectPr>
          <w:pgNumType w:start="4"/>
          <w:pgMar w:header="742" w:footer="706" w:top="980" w:bottom="900" w:left="1220" w:right="1220"/>
          <w:headerReference w:type="default" r:id="rId16"/>
          <w:footerReference w:type="default" r:id="rId17"/>
          <w:pgSz w:w="15840" w:h="12240" w:orient="landscape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117.089996pt;margin-top:91.169998pt;width:557.940050pt;height:127.09pt;mso-position-horizontal-relative:page;mso-position-vertical-relative:page;z-index:-3450" coordorigin="2342,1823" coordsize="11159,2542">
            <v:group style="position:absolute;left:13382;top:1834;width:103;height:312" coordorigin="13382,1834" coordsize="103,312">
              <v:shape style="position:absolute;left:13382;top:1834;width:103;height:312" coordorigin="13382,1834" coordsize="103,312" path="m13382,2146l13485,2146,13485,1834,13382,1834,13382,2146xe" filled="t" fillcolor="#D9D9D9" stroked="f">
                <v:path arrowok="t"/>
                <v:fill/>
              </v:shape>
            </v:group>
            <v:group style="position:absolute;left:2357;top:1834;width:103;height:312" coordorigin="2357,1834" coordsize="103,312">
              <v:shape style="position:absolute;left:2357;top:1834;width:103;height:312" coordorigin="2357,1834" coordsize="103,312" path="m2357,2146l2460,2146,2460,1834,2357,1834,2357,2146xe" filled="t" fillcolor="#D9D9D9" stroked="f">
                <v:path arrowok="t"/>
                <v:fill/>
              </v:shape>
            </v:group>
            <v:group style="position:absolute;left:2460;top:1834;width:10921;height:312" coordorigin="2460,1834" coordsize="10921,312">
              <v:shape style="position:absolute;left:2460;top:1834;width:10921;height:312" coordorigin="2460,1834" coordsize="10921,312" path="m2460,2146l13382,2146,13382,1834,2460,1834,2460,2146e" filled="t" fillcolor="#D9D9D9" stroked="f">
                <v:path arrowok="t"/>
                <v:fill/>
              </v:shape>
            </v:group>
            <v:group style="position:absolute;left:2348;top:1829;width:11147;height:2" coordorigin="2348,1829" coordsize="11147,2">
              <v:shape style="position:absolute;left:2348;top:1829;width:11147;height:2" coordorigin="2348,1829" coordsize="11147,0" path="m2348,1829l13495,1829e" filled="f" stroked="t" strokeweight=".580pt" strokecolor="#000000">
                <v:path arrowok="t"/>
              </v:shape>
            </v:group>
            <v:group style="position:absolute;left:2352;top:1834;width:2;height:2521" coordorigin="2352,1834" coordsize="2,2521">
              <v:shape style="position:absolute;left:2352;top:1834;width:2;height:2521" coordorigin="2352,1834" coordsize="0,2521" path="m2352,1834l2352,4355e" filled="f" stroked="t" strokeweight=".580pt" strokecolor="#000000">
                <v:path arrowok="t"/>
              </v:shape>
            </v:group>
            <v:group style="position:absolute;left:13490;top:1834;width:2;height:2521" coordorigin="13490,1834" coordsize="2,2521">
              <v:shape style="position:absolute;left:13490;top:1834;width:2;height:2521" coordorigin="13490,1834" coordsize="0,2521" path="m13490,1834l13490,4355e" filled="f" stroked="t" strokeweight=".58004pt" strokecolor="#000000">
                <v:path arrowok="t"/>
              </v:shape>
            </v:group>
            <v:group style="position:absolute;left:2348;top:2151;width:11147;height:2" coordorigin="2348,2151" coordsize="11147,2">
              <v:shape style="position:absolute;left:2348;top:2151;width:11147;height:2" coordorigin="2348,2151" coordsize="11147,0" path="m2348,2151l13495,2151e" filled="f" stroked="t" strokeweight=".580pt" strokecolor="#000000">
                <v:path arrowok="t"/>
              </v:shape>
            </v:group>
            <v:group style="position:absolute;left:2348;top:4359;width:11147;height:2" coordorigin="2348,4359" coordsize="11147,2">
              <v:shape style="position:absolute;left:2348;top:4359;width:11147;height:2" coordorigin="2348,4359" coordsize="11147,0" path="m2348,4359l13495,4359e" filled="f" stroked="t" strokeweight=".58001pt" strokecolor="#000000">
                <v:path arrowok="t"/>
              </v:shape>
            </v:group>
            <w10:wrap type="none"/>
          </v:group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6231" w:right="6210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Legend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94" w:after="0" w:line="240" w:lineRule="auto"/>
        <w:ind w:left="116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|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|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|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|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9" w:after="0" w:line="281" w:lineRule="auto"/>
        <w:ind w:left="1160" w:right="964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eral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6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*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MC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41" w:after="0" w:line="240" w:lineRule="auto"/>
        <w:ind w:left="116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*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9" w:after="0" w:line="240" w:lineRule="auto"/>
        <w:ind w:left="116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*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*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41" w:after="0" w:line="240" w:lineRule="auto"/>
        <w:ind w:left="116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†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group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sectPr>
      <w:pgMar w:header="742" w:footer="706" w:top="980" w:bottom="900" w:left="1300" w:right="1300"/>
      <w:pgSz w:w="15840" w:h="12240" w:orient="landscape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0"/>
    <w:family w:val="swiss"/>
    <w:pitch w:val="variable"/>
  </w:font>
  <w:font w:name="Arial Narrow">
    <w:altName w:val="Arial Narrow"/>
    <w:charset w:val="0"/>
    <w:family w:val="swiss"/>
    <w:pitch w:val="variable"/>
  </w:font>
  <w:font w:name="Lucida Handwriting">
    <w:altName w:val="Lucida Handwriting"/>
    <w:charset w:val="0"/>
    <w:family w:val="script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84pt;margin-top:736.416016pt;width:470.95pt;height:.1pt;mso-position-horizontal-relative:page;mso-position-vertical-relative:page;z-index:-3454" coordorigin="1412,14728" coordsize="9419,2">
          <v:shape style="position:absolute;left:1412;top:14728;width:9419;height:2" coordorigin="1412,14728" coordsize="9419,0" path="m1412,14728l10831,14728e" filled="f" stroked="t" strokeweight=".579980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024002pt;margin-top:739.655396pt;width:48.276887pt;height:11.96pt;mso-position-horizontal-relative:page;mso-position-vertical-relative:page;z-index:-3453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 Narrow" w:hAnsi="Arial Narrow" w:cs="Arial Narrow" w:eastAsia="Arial Narrow"/>
                    <w:sz w:val="20"/>
                    <w:szCs w:val="20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1"/>
                    <w:w w:val="100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2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Rescue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6.010010pt;margin-top:739.655396pt;width:60.043722pt;height:27.600749pt;mso-position-horizontal-relative:page;mso-position-vertical-relative:page;z-index:-3452" type="#_x0000_t202" filled="f" stroked="f">
          <v:textbox inset="0,0,0,0">
            <w:txbxContent>
              <w:p>
                <w:pPr>
                  <w:spacing w:before="0" w:after="0" w:line="225" w:lineRule="exact"/>
                  <w:ind w:left="530" w:right="509"/>
                  <w:jc w:val="center"/>
                  <w:rPr>
                    <w:rFonts w:ascii="Arial Narrow" w:hAnsi="Arial Narrow" w:cs="Arial Narrow" w:eastAsia="Arial Narrow"/>
                    <w:sz w:val="20"/>
                    <w:szCs w:val="20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99"/>
                  </w:rPr>
                  <w:t>ii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</w:r>
              </w:p>
              <w:p>
                <w:pPr>
                  <w:spacing w:before="38" w:after="0" w:line="240" w:lineRule="auto"/>
                  <w:ind w:left="-18" w:right="-38"/>
                  <w:jc w:val="center"/>
                  <w:rPr>
                    <w:rFonts w:ascii="Arial Narrow" w:hAnsi="Arial Narrow" w:cs="Arial Narrow" w:eastAsia="Arial Narrow"/>
                    <w:sz w:val="24"/>
                    <w:szCs w:val="24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4"/>
                    <w:szCs w:val="24"/>
                    <w:w w:val="99"/>
                    <w:b/>
                    <w:bCs/>
                    <w:i/>
                  </w:rPr>
                  <w:t>U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-1"/>
                    <w:w w:val="99"/>
                    <w:b/>
                    <w:bCs/>
                    <w:i/>
                  </w:rPr>
                  <w:t>n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c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100"/>
                    <w:b/>
                    <w:bCs/>
                    <w:i/>
                  </w:rPr>
                  <w:t>l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a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-1"/>
                    <w:w w:val="100"/>
                    <w:b/>
                    <w:bCs/>
                    <w:i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100"/>
                    <w:b/>
                    <w:bCs/>
                    <w:i/>
                  </w:rPr>
                  <w:t>ifi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99"/>
                    <w:b/>
                    <w:bCs/>
                    <w:i/>
                  </w:rPr>
                  <w:t>d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0.549988pt;margin-top:739.655396pt;width:130.515701pt;height:11.96pt;mso-position-horizontal-relative:page;mso-position-vertical-relative:page;z-index:-3451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 Narrow" w:hAnsi="Arial Narrow" w:cs="Arial Narrow" w:eastAsia="Arial Narrow"/>
                    <w:sz w:val="20"/>
                    <w:szCs w:val="20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Release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6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Dat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: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1"/>
                    <w:w w:val="100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</w:rPr>
                  <w:t>p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te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</w:rPr>
                  <w:t>m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b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7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10,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2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2015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84pt;margin-top:736.416016pt;width:470.95pt;height:.1pt;mso-position-horizontal-relative:page;mso-position-vertical-relative:page;z-index:-3450" coordorigin="1412,14728" coordsize="9419,2">
          <v:shape style="position:absolute;left:1412;top:14728;width:9419;height:2" coordorigin="1412,14728" coordsize="9419,0" path="m1412,14728l10831,14728e" filled="f" stroked="t" strokeweight=".579980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024002pt;margin-top:739.655396pt;width:48.276887pt;height:11.96pt;mso-position-horizontal-relative:page;mso-position-vertical-relative:page;z-index:-3449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 Narrow" w:hAnsi="Arial Narrow" w:cs="Arial Narrow" w:eastAsia="Arial Narrow"/>
                    <w:sz w:val="20"/>
                    <w:szCs w:val="20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1"/>
                    <w:w w:val="100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2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Rescue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6.010010pt;margin-top:739.655396pt;width:60.043722pt;height:27.600749pt;mso-position-horizontal-relative:page;mso-position-vertical-relative:page;z-index:-3448" type="#_x0000_t202" filled="f" stroked="f">
          <v:textbox inset="0,0,0,0">
            <w:txbxContent>
              <w:p>
                <w:pPr>
                  <w:spacing w:before="0" w:after="0" w:line="225" w:lineRule="exact"/>
                  <w:ind w:left="508" w:right="485"/>
                  <w:jc w:val="center"/>
                  <w:rPr>
                    <w:rFonts w:ascii="Arial Narrow" w:hAnsi="Arial Narrow" w:cs="Arial Narrow" w:eastAsia="Arial Narrow"/>
                    <w:sz w:val="20"/>
                    <w:szCs w:val="20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0"/>
                    <w:szCs w:val="2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9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iv</w:t>
                </w:r>
                <w:r>
                  <w:rPr/>
                  <w:fldChar w:fldCharType="end"/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</w:r>
              </w:p>
              <w:p>
                <w:pPr>
                  <w:spacing w:before="38" w:after="0" w:line="240" w:lineRule="auto"/>
                  <w:ind w:left="-18" w:right="-38"/>
                  <w:jc w:val="center"/>
                  <w:rPr>
                    <w:rFonts w:ascii="Arial Narrow" w:hAnsi="Arial Narrow" w:cs="Arial Narrow" w:eastAsia="Arial Narrow"/>
                    <w:sz w:val="24"/>
                    <w:szCs w:val="24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4"/>
                    <w:szCs w:val="24"/>
                    <w:w w:val="99"/>
                    <w:b/>
                    <w:bCs/>
                    <w:i/>
                  </w:rPr>
                  <w:t>U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-1"/>
                    <w:w w:val="99"/>
                    <w:b/>
                    <w:bCs/>
                    <w:i/>
                  </w:rPr>
                  <w:t>n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c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100"/>
                    <w:b/>
                    <w:bCs/>
                    <w:i/>
                  </w:rPr>
                  <w:t>l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a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-1"/>
                    <w:w w:val="100"/>
                    <w:b/>
                    <w:bCs/>
                    <w:i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100"/>
                    <w:b/>
                    <w:bCs/>
                    <w:i/>
                  </w:rPr>
                  <w:t>ifi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99"/>
                    <w:b/>
                    <w:bCs/>
                    <w:i/>
                  </w:rPr>
                  <w:t>d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0.549988pt;margin-top:739.655396pt;width:130.515701pt;height:11.96pt;mso-position-horizontal-relative:page;mso-position-vertical-relative:page;z-index:-3447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 Narrow" w:hAnsi="Arial Narrow" w:cs="Arial Narrow" w:eastAsia="Arial Narrow"/>
                    <w:sz w:val="20"/>
                    <w:szCs w:val="20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Release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6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Dat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: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1"/>
                    <w:w w:val="100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</w:rPr>
                  <w:t>p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te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</w:rPr>
                  <w:t>m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b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7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10,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2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2015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84pt;margin-top:736.416016pt;width:470.95pt;height:.1pt;mso-position-horizontal-relative:page;mso-position-vertical-relative:page;z-index:-3446" coordorigin="1412,14728" coordsize="9419,2">
          <v:shape style="position:absolute;left:1412;top:14728;width:9419;height:2" coordorigin="1412,14728" coordsize="9419,0" path="m1412,14728l10831,14728e" filled="f" stroked="t" strokeweight=".579980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39.696838pt;width:48.566602pt;height:12pt;mso-position-horizontal-relative:page;mso-position-vertical-relative:page;z-index:-3445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color w:val="010101"/>
                    <w:spacing w:val="0"/>
                    <w:w w:val="81"/>
                  </w:rPr>
                  <w:t>CAT</w:t>
                </w:r>
                <w:r>
                  <w:rPr>
                    <w:rFonts w:ascii="Arial" w:hAnsi="Arial" w:cs="Arial" w:eastAsia="Arial"/>
                    <w:sz w:val="20"/>
                    <w:szCs w:val="20"/>
                    <w:color w:val="010101"/>
                    <w:spacing w:val="10"/>
                    <w:w w:val="81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color w:val="010101"/>
                    <w:spacing w:val="0"/>
                    <w:w w:val="81"/>
                  </w:rPr>
                  <w:t>Rescue</w:t>
                </w:r>
                <w:r>
                  <w:rPr>
                    <w:rFonts w:ascii="Arial" w:hAnsi="Arial" w:cs="Arial" w:eastAsia="Arial"/>
                    <w:sz w:val="20"/>
                    <w:szCs w:val="20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6.200012pt;margin-top:739.655396pt;width:60.889433pt;height:27.44596pt;mso-position-horizontal-relative:page;mso-position-vertical-relative:page;z-index:-3444" type="#_x0000_t202" filled="f" stroked="f">
          <v:textbox inset="0,0,0,0">
            <w:txbxContent>
              <w:p>
                <w:pPr>
                  <w:spacing w:before="0" w:after="0" w:line="226" w:lineRule="exact"/>
                  <w:ind w:left="489" w:right="451"/>
                  <w:jc w:val="center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010101"/>
                    <w:w w:val="9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010101"/>
                    <w:spacing w:val="0"/>
                    <w:w w:val="9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000000"/>
                    <w:spacing w:val="0"/>
                    <w:w w:val="100"/>
                  </w:rPr>
                </w:r>
              </w:p>
              <w:p>
                <w:pPr>
                  <w:spacing w:before="43" w:after="0" w:line="240" w:lineRule="auto"/>
                  <w:ind w:left="-17" w:right="-37"/>
                  <w:jc w:val="center"/>
                  <w:rPr>
                    <w:rFonts w:ascii="Arial" w:hAnsi="Arial" w:cs="Arial" w:eastAsia="Arial"/>
                    <w:sz w:val="23"/>
                    <w:szCs w:val="23"/>
                  </w:rPr>
                </w:pPr>
                <w:rPr/>
                <w:r>
                  <w:rPr>
                    <w:rFonts w:ascii="Arial" w:hAnsi="Arial" w:cs="Arial" w:eastAsia="Arial"/>
                    <w:sz w:val="23"/>
                    <w:szCs w:val="23"/>
                    <w:color w:val="010101"/>
                    <w:spacing w:val="0"/>
                    <w:w w:val="86"/>
                    <w:b/>
                    <w:bCs/>
                    <w:i/>
                  </w:rPr>
                  <w:t>Unclassified</w:t>
                </w:r>
                <w:r>
                  <w:rPr>
                    <w:rFonts w:ascii="Arial" w:hAnsi="Arial" w:cs="Arial" w:eastAsia="Arial"/>
                    <w:sz w:val="23"/>
                    <w:szCs w:val="23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0.839996pt;margin-top:739.696838pt;width:130.259368pt;height:12pt;mso-position-horizontal-relative:page;mso-position-vertical-relative:page;z-index:-3443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color w:val="010101"/>
                    <w:spacing w:val="0"/>
                    <w:w w:val="81"/>
                  </w:rPr>
                  <w:t>Release</w:t>
                </w:r>
                <w:r>
                  <w:rPr>
                    <w:rFonts w:ascii="Arial" w:hAnsi="Arial" w:cs="Arial" w:eastAsia="Arial"/>
                    <w:sz w:val="20"/>
                    <w:szCs w:val="20"/>
                    <w:color w:val="010101"/>
                    <w:spacing w:val="4"/>
                    <w:w w:val="81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color w:val="010101"/>
                    <w:spacing w:val="0"/>
                    <w:w w:val="81"/>
                  </w:rPr>
                  <w:t>Date:</w:t>
                </w:r>
                <w:r>
                  <w:rPr>
                    <w:rFonts w:ascii="Arial" w:hAnsi="Arial" w:cs="Arial" w:eastAsia="Arial"/>
                    <w:sz w:val="20"/>
                    <w:szCs w:val="20"/>
                    <w:color w:val="010101"/>
                    <w:spacing w:val="-5"/>
                    <w:w w:val="81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color w:val="010101"/>
                    <w:spacing w:val="0"/>
                    <w:w w:val="81"/>
                  </w:rPr>
                  <w:t>Septembe</w:t>
                </w:r>
                <w:r>
                  <w:rPr>
                    <w:rFonts w:ascii="Arial" w:hAnsi="Arial" w:cs="Arial" w:eastAsia="Arial"/>
                    <w:sz w:val="20"/>
                    <w:szCs w:val="20"/>
                    <w:color w:val="010101"/>
                    <w:spacing w:val="0"/>
                    <w:w w:val="81"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color w:val="010101"/>
                    <w:spacing w:val="4"/>
                    <w:w w:val="81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color w:val="010101"/>
                    <w:spacing w:val="0"/>
                    <w:w w:val="81"/>
                  </w:rPr>
                  <w:t>10</w:t>
                </w:r>
                <w:r>
                  <w:rPr>
                    <w:rFonts w:ascii="Arial" w:hAnsi="Arial" w:cs="Arial" w:eastAsia="Arial"/>
                    <w:sz w:val="20"/>
                    <w:szCs w:val="20"/>
                    <w:color w:val="010101"/>
                    <w:spacing w:val="0"/>
                    <w:w w:val="81"/>
                  </w:rPr>
                  <w:t>,</w:t>
                </w:r>
                <w:r>
                  <w:rPr>
                    <w:rFonts w:ascii="Arial" w:hAnsi="Arial" w:cs="Arial" w:eastAsia="Arial"/>
                    <w:sz w:val="20"/>
                    <w:szCs w:val="20"/>
                    <w:color w:val="010101"/>
                    <w:spacing w:val="-5"/>
                    <w:w w:val="81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color w:val="010101"/>
                    <w:spacing w:val="0"/>
                    <w:w w:val="84"/>
                  </w:rPr>
                  <w:t>2015</w:t>
                </w:r>
                <w:r>
                  <w:rPr>
                    <w:rFonts w:ascii="Arial" w:hAnsi="Arial" w:cs="Arial" w:eastAsia="Arial"/>
                    <w:sz w:val="20"/>
                    <w:szCs w:val="20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84pt;margin-top:736.416016pt;width:470.95pt;height:.1pt;mso-position-horizontal-relative:page;mso-position-vertical-relative:page;z-index:-3442" coordorigin="1412,14728" coordsize="9419,2">
          <v:shape style="position:absolute;left:1412;top:14728;width:9419;height:2" coordorigin="1412,14728" coordsize="9419,0" path="m1412,14728l10831,14728e" filled="f" stroked="t" strokeweight=".579980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024002pt;margin-top:739.655396pt;width:48.276887pt;height:11.96pt;mso-position-horizontal-relative:page;mso-position-vertical-relative:page;z-index:-3441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 Narrow" w:hAnsi="Arial Narrow" w:cs="Arial Narrow" w:eastAsia="Arial Narrow"/>
                    <w:sz w:val="20"/>
                    <w:szCs w:val="20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1"/>
                    <w:w w:val="100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2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Rescue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6.010010pt;margin-top:739.655396pt;width:60.043722pt;height:27.600749pt;mso-position-horizontal-relative:page;mso-position-vertical-relative:page;z-index:-3440" type="#_x0000_t202" filled="f" stroked="f">
          <v:textbox inset="0,0,0,0">
            <w:txbxContent>
              <w:p>
                <w:pPr>
                  <w:spacing w:before="0" w:after="0" w:line="225" w:lineRule="exact"/>
                  <w:ind w:left="439" w:right="418"/>
                  <w:jc w:val="center"/>
                  <w:rPr>
                    <w:rFonts w:ascii="Arial Narrow" w:hAnsi="Arial Narrow" w:cs="Arial Narrow" w:eastAsia="Arial Narrow"/>
                    <w:sz w:val="20"/>
                    <w:szCs w:val="20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1"/>
                    <w:w w:val="99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99"/>
                  </w:rPr>
                  <w:t>-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9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</w:r>
              </w:p>
              <w:p>
                <w:pPr>
                  <w:spacing w:before="38" w:after="0" w:line="240" w:lineRule="auto"/>
                  <w:ind w:left="-18" w:right="-38"/>
                  <w:jc w:val="center"/>
                  <w:rPr>
                    <w:rFonts w:ascii="Arial Narrow" w:hAnsi="Arial Narrow" w:cs="Arial Narrow" w:eastAsia="Arial Narrow"/>
                    <w:sz w:val="24"/>
                    <w:szCs w:val="24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4"/>
                    <w:szCs w:val="24"/>
                    <w:w w:val="99"/>
                    <w:b/>
                    <w:bCs/>
                    <w:i/>
                  </w:rPr>
                  <w:t>U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-1"/>
                    <w:w w:val="99"/>
                    <w:b/>
                    <w:bCs/>
                    <w:i/>
                  </w:rPr>
                  <w:t>n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c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100"/>
                    <w:b/>
                    <w:bCs/>
                    <w:i/>
                  </w:rPr>
                  <w:t>l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a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-1"/>
                    <w:w w:val="100"/>
                    <w:b/>
                    <w:bCs/>
                    <w:i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100"/>
                    <w:b/>
                    <w:bCs/>
                    <w:i/>
                  </w:rPr>
                  <w:t>ifi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99"/>
                    <w:b/>
                    <w:bCs/>
                    <w:i/>
                  </w:rPr>
                  <w:t>d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0.549988pt;margin-top:739.655396pt;width:130.515701pt;height:11.96pt;mso-position-horizontal-relative:page;mso-position-vertical-relative:page;z-index:-3439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 Narrow" w:hAnsi="Arial Narrow" w:cs="Arial Narrow" w:eastAsia="Arial Narrow"/>
                    <w:sz w:val="20"/>
                    <w:szCs w:val="20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Release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6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Dat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: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1"/>
                    <w:w w:val="100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</w:rPr>
                  <w:t>p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te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</w:rPr>
                  <w:t>m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b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7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10,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2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2015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6.010010pt;margin-top:753.256165pt;width:60.07972pt;height:14.0pt;mso-position-horizontal-relative:page;mso-position-vertical-relative:page;z-index:-3438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Arial Narrow" w:hAnsi="Arial Narrow" w:cs="Arial Narrow" w:eastAsia="Arial Narrow"/>
                    <w:sz w:val="24"/>
                    <w:szCs w:val="24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100"/>
                    <w:b/>
                    <w:bCs/>
                    <w:i/>
                  </w:rPr>
                  <w:t>U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-1"/>
                    <w:w w:val="100"/>
                    <w:b/>
                    <w:bCs/>
                    <w:i/>
                  </w:rPr>
                  <w:t>n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c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100"/>
                    <w:b/>
                    <w:bCs/>
                    <w:i/>
                  </w:rPr>
                  <w:t>l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a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-1"/>
                    <w:w w:val="100"/>
                    <w:b/>
                    <w:bCs/>
                    <w:i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100"/>
                    <w:b/>
                    <w:bCs/>
                    <w:i/>
                  </w:rPr>
                  <w:t>ifi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100"/>
                    <w:b/>
                    <w:bCs/>
                    <w:i/>
                  </w:rPr>
                  <w:t>d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84pt;margin-top:725.615967pt;width:470.95pt;height:.1pt;mso-position-horizontal-relative:page;mso-position-vertical-relative:page;z-index:-3437" coordorigin="1412,14512" coordsize="9419,2">
          <v:shape style="position:absolute;left:1412;top:14512;width:9419;height:2" coordorigin="1412,14512" coordsize="9419,0" path="m1412,14512l10831,14512e" filled="f" stroked="t" strokeweight=".580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024002pt;margin-top:728.855408pt;width:48.276887pt;height:11.96pt;mso-position-horizontal-relative:page;mso-position-vertical-relative:page;z-index:-3436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 Narrow" w:hAnsi="Arial Narrow" w:cs="Arial Narrow" w:eastAsia="Arial Narrow"/>
                    <w:sz w:val="20"/>
                    <w:szCs w:val="20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1"/>
                    <w:w w:val="100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2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Rescue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6.010010pt;margin-top:728.855408pt;width:60.043722pt;height:27.576749pt;mso-position-horizontal-relative:page;mso-position-vertical-relative:page;z-index:-3435" type="#_x0000_t202" filled="f" stroked="f">
          <v:textbox inset="0,0,0,0">
            <w:txbxContent>
              <w:p>
                <w:pPr>
                  <w:spacing w:before="0" w:after="0" w:line="225" w:lineRule="exact"/>
                  <w:ind w:left="434" w:right="413"/>
                  <w:jc w:val="center"/>
                  <w:rPr>
                    <w:rFonts w:ascii="Arial Narrow" w:hAnsi="Arial Narrow" w:cs="Arial Narrow" w:eastAsia="Arial Narrow"/>
                    <w:sz w:val="20"/>
                    <w:szCs w:val="20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99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99"/>
                  </w:rPr>
                  <w:t>-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9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</w:r>
              </w:p>
              <w:p>
                <w:pPr>
                  <w:spacing w:before="38" w:after="0" w:line="240" w:lineRule="auto"/>
                  <w:ind w:left="-18" w:right="-38"/>
                  <w:jc w:val="center"/>
                  <w:rPr>
                    <w:rFonts w:ascii="Arial Narrow" w:hAnsi="Arial Narrow" w:cs="Arial Narrow" w:eastAsia="Arial Narrow"/>
                    <w:sz w:val="24"/>
                    <w:szCs w:val="24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4"/>
                    <w:szCs w:val="24"/>
                    <w:w w:val="99"/>
                    <w:b/>
                    <w:bCs/>
                    <w:i/>
                  </w:rPr>
                  <w:t>U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-1"/>
                    <w:w w:val="99"/>
                    <w:b/>
                    <w:bCs/>
                    <w:i/>
                  </w:rPr>
                  <w:t>n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c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100"/>
                    <w:b/>
                    <w:bCs/>
                    <w:i/>
                  </w:rPr>
                  <w:t>l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a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-1"/>
                    <w:w w:val="100"/>
                    <w:b/>
                    <w:bCs/>
                    <w:i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100"/>
                    <w:b/>
                    <w:bCs/>
                    <w:i/>
                  </w:rPr>
                  <w:t>ifi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99"/>
                    <w:b/>
                    <w:bCs/>
                    <w:i/>
                  </w:rPr>
                  <w:t>d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0.549988pt;margin-top:728.855408pt;width:130.515701pt;height:11.96pt;mso-position-horizontal-relative:page;mso-position-vertical-relative:page;z-index:-3434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 Narrow" w:hAnsi="Arial Narrow" w:cs="Arial Narrow" w:eastAsia="Arial Narrow"/>
                    <w:sz w:val="20"/>
                    <w:szCs w:val="20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Release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6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Dat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: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1"/>
                    <w:w w:val="100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</w:rPr>
                  <w:t>p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te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</w:rPr>
                  <w:t>m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b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7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10,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2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2015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59998pt;margin-top:556.416016pt;width:650.98pt;height:.1pt;mso-position-horizontal-relative:page;mso-position-vertical-relative:page;z-index:-3431" coordorigin="1411,11128" coordsize="13020,2">
          <v:shape style="position:absolute;left:1411;top:11128;width:13020;height:2" coordorigin="1411,11128" coordsize="13020,0" path="m1411,11128l14431,11128e" filled="f" stroked="t" strokeweight=".579980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559.655396pt;width:48.276887pt;height:11.96pt;mso-position-horizontal-relative:page;mso-position-vertical-relative:page;z-index:-3430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 Narrow" w:hAnsi="Arial Narrow" w:cs="Arial Narrow" w:eastAsia="Arial Narrow"/>
                    <w:sz w:val="20"/>
                    <w:szCs w:val="20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1"/>
                    <w:w w:val="100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2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Rescue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66.01001pt;margin-top:559.655396pt;width:60.043722pt;height:27.600749pt;mso-position-horizontal-relative:page;mso-position-vertical-relative:page;z-index:-3429" type="#_x0000_t202" filled="f" stroked="f">
          <v:textbox inset="0,0,0,0">
            <w:txbxContent>
              <w:p>
                <w:pPr>
                  <w:spacing w:before="0" w:after="0" w:line="225" w:lineRule="exact"/>
                  <w:ind w:left="434" w:right="413"/>
                  <w:jc w:val="center"/>
                  <w:rPr>
                    <w:rFonts w:ascii="Arial Narrow" w:hAnsi="Arial Narrow" w:cs="Arial Narrow" w:eastAsia="Arial Narrow"/>
                    <w:sz w:val="20"/>
                    <w:szCs w:val="20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99"/>
                  </w:rPr>
                  <w:t>C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99"/>
                  </w:rPr>
                  <w:t>-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9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</w:r>
              </w:p>
              <w:p>
                <w:pPr>
                  <w:spacing w:before="38" w:after="0" w:line="240" w:lineRule="auto"/>
                  <w:ind w:left="-18" w:right="-38"/>
                  <w:jc w:val="center"/>
                  <w:rPr>
                    <w:rFonts w:ascii="Arial Narrow" w:hAnsi="Arial Narrow" w:cs="Arial Narrow" w:eastAsia="Arial Narrow"/>
                    <w:sz w:val="24"/>
                    <w:szCs w:val="24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4"/>
                    <w:szCs w:val="24"/>
                    <w:w w:val="99"/>
                    <w:b/>
                    <w:bCs/>
                    <w:i/>
                  </w:rPr>
                  <w:t>U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-1"/>
                    <w:w w:val="99"/>
                    <w:b/>
                    <w:bCs/>
                    <w:i/>
                  </w:rPr>
                  <w:t>n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c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100"/>
                    <w:b/>
                    <w:bCs/>
                    <w:i/>
                  </w:rPr>
                  <w:t>l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a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-1"/>
                    <w:w w:val="100"/>
                    <w:b/>
                    <w:bCs/>
                    <w:i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100"/>
                    <w:b/>
                    <w:bCs/>
                    <w:i/>
                  </w:rPr>
                  <w:t>ifi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1"/>
                    <w:w w:val="100"/>
                    <w:b/>
                    <w:bCs/>
                    <w:i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99"/>
                    <w:b/>
                    <w:bCs/>
                    <w:i/>
                  </w:rPr>
                  <w:t>d</w:t>
                </w:r>
                <w:r>
                  <w:rPr>
                    <w:rFonts w:ascii="Arial Narrow" w:hAnsi="Arial Narrow" w:cs="Arial Narrow" w:eastAsia="Arial Narrow"/>
                    <w:sz w:val="24"/>
                    <w:szCs w:val="24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90.549988pt;margin-top:559.655396pt;width:130.515701pt;height:11.96pt;mso-position-horizontal-relative:page;mso-position-vertical-relative:page;z-index:-3428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 Narrow" w:hAnsi="Arial Narrow" w:cs="Arial Narrow" w:eastAsia="Arial Narrow"/>
                    <w:sz w:val="20"/>
                    <w:szCs w:val="20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Release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6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Dat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: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1"/>
                    <w:w w:val="100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</w:rPr>
                  <w:t>p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te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</w:rPr>
                  <w:t>m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b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r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7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10,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2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2015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84pt;margin-top:49.68pt;width:470.95pt;height:.1pt;mso-position-horizontal-relative:page;mso-position-vertical-relative:page;z-index:-3456" coordorigin="1412,994" coordsize="9419,2">
          <v:shape style="position:absolute;left:1412;top:994;width:9419;height:2" coordorigin="1412,994" coordsize="9419,0" path="m1412,994l10831,994e" filled="f" stroked="t" strokeweight=".580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9.630005pt;margin-top:36.119423pt;width:141.350639pt;height:11.96pt;mso-position-horizontal-relative:page;mso-position-vertical-relative:page;z-index:-3455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 Narrow" w:hAnsi="Arial Narrow" w:cs="Arial Narrow" w:eastAsia="Arial Narrow"/>
                    <w:sz w:val="20"/>
                    <w:szCs w:val="20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  <w:i/>
                  </w:rPr>
                  <w:t>Req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  <w:i/>
                  </w:rPr>
                  <w:t>u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  <w:i/>
                  </w:rPr>
                  <w:t>ir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  <w:i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  <w:i/>
                  </w:rPr>
                  <w:t>m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  <w:i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  <w:i/>
                  </w:rPr>
                  <w:t>n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  <w:i/>
                  </w:rPr>
                  <w:t>ts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10"/>
                    <w:w w:val="100"/>
                    <w:i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1"/>
                    <w:w w:val="100"/>
                    <w:i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  <w:i/>
                  </w:rPr>
                  <w:t>p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  <w:i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  <w:i/>
                  </w:rPr>
                  <w:t>ci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2"/>
                    <w:w w:val="100"/>
                    <w:i/>
                  </w:rPr>
                  <w:t>f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  <w:i/>
                  </w:rPr>
                  <w:t>ication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9"/>
                    <w:w w:val="100"/>
                    <w:i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  <w:i/>
                  </w:rPr>
                  <w:t>Doc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3"/>
                    <w:w w:val="100"/>
                    <w:i/>
                  </w:rPr>
                  <w:t>u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  <w:i/>
                  </w:rPr>
                  <w:t>m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  <w:i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  <w:i/>
                  </w:rPr>
                  <w:t>n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  <w:i/>
                  </w:rPr>
                  <w:t>t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59998pt;margin-top:49.68pt;width:650.98pt;height:.1pt;mso-position-horizontal-relative:page;mso-position-vertical-relative:page;z-index:-3433" coordorigin="1411,994" coordsize="13020,2">
          <v:shape style="position:absolute;left:1411;top:994;width:13020;height:2" coordorigin="1411,994" coordsize="13020,0" path="m1411,994l14431,994e" filled="f" stroked="t" strokeweight=".580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9.630005pt;margin-top:36.119423pt;width:141.350639pt;height:11.96pt;mso-position-horizontal-relative:page;mso-position-vertical-relative:page;z-index:-3432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 Narrow" w:hAnsi="Arial Narrow" w:cs="Arial Narrow" w:eastAsia="Arial Narrow"/>
                    <w:sz w:val="20"/>
                    <w:szCs w:val="20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  <w:i/>
                  </w:rPr>
                  <w:t>Req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  <w:i/>
                  </w:rPr>
                  <w:t>u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  <w:i/>
                  </w:rPr>
                  <w:t>ir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  <w:i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  <w:i/>
                  </w:rPr>
                  <w:t>m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  <w:i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  <w:i/>
                  </w:rPr>
                  <w:t>n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  <w:i/>
                  </w:rPr>
                  <w:t>ts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10"/>
                    <w:w w:val="100"/>
                    <w:i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1"/>
                    <w:w w:val="100"/>
                    <w:i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  <w:i/>
                  </w:rPr>
                  <w:t>p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  <w:i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  <w:i/>
                  </w:rPr>
                  <w:t>ci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2"/>
                    <w:w w:val="100"/>
                    <w:i/>
                  </w:rPr>
                  <w:t>f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  <w:i/>
                  </w:rPr>
                  <w:t>ication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9"/>
                    <w:w w:val="100"/>
                    <w:i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  <w:i/>
                  </w:rPr>
                  <w:t>Doc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3"/>
                    <w:w w:val="100"/>
                    <w:i/>
                  </w:rPr>
                  <w:t>u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  <w:i/>
                  </w:rPr>
                  <w:t>m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  <w:i/>
                  </w:rPr>
                  <w:t>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  <w:i/>
                  </w:rPr>
                  <w:t>n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  <w:i/>
                  </w:rPr>
                  <w:t>t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hyperlink" Target="http://www.section508.gov/" TargetMode="External"/><Relationship Id="rId12" Type="http://schemas.openxmlformats.org/officeDocument/2006/relationships/hyperlink" Target="http://www.section508.gov/" TargetMode="External"/><Relationship Id="rId13" Type="http://schemas.openxmlformats.org/officeDocument/2006/relationships/footer" Target="footer4.xml"/><Relationship Id="rId14" Type="http://schemas.openxmlformats.org/officeDocument/2006/relationships/footer" Target="footer5.xml"/><Relationship Id="rId15" Type="http://schemas.openxmlformats.org/officeDocument/2006/relationships/footer" Target="footer6.xml"/><Relationship Id="rId16" Type="http://schemas.openxmlformats.org/officeDocument/2006/relationships/header" Target="header2.xml"/><Relationship Id="rId17" Type="http://schemas.openxmlformats.org/officeDocument/2006/relationships/footer" Target="footer7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2016-09-28T07:39:40Z</dcterms:created>
  <dcterms:modified xsi:type="dcterms:W3CDTF">2016-09-28T07:39:40Z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2015-09-11T00:00:00Z</vt:filetime>
  </property>
  <property fmtid="{D5CDD505-2E9C-101B-9397-08002B2CF9AE}" pid="3" name="LastSaved">
    <vt:filetime>2016-09-28T00:00:00Z</vt:filetime>
  </property>
</Properties>
</file>